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2E7267" w14:textId="77777777" w:rsidR="00401DFC" w:rsidRPr="001C0ABE" w:rsidRDefault="00401DFC" w:rsidP="00401DFC">
      <w:pPr>
        <w:tabs>
          <w:tab w:val="left" w:pos="3795"/>
        </w:tabs>
        <w:rPr>
          <w:rFonts w:ascii="Arial" w:hAnsi="Arial" w:cs="Arial"/>
          <w:sz w:val="22"/>
          <w:szCs w:val="22"/>
        </w:rPr>
      </w:pPr>
      <w:r w:rsidRPr="001C0ABE">
        <w:rPr>
          <w:rFonts w:ascii="Arial" w:hAnsi="Arial" w:cs="Arial"/>
          <w:sz w:val="22"/>
          <w:szCs w:val="22"/>
        </w:rPr>
        <w:t>Příloha č. 1: Krycí list včetně čestného prohlášení</w:t>
      </w:r>
    </w:p>
    <w:p w14:paraId="06E7BFB3" w14:textId="77777777" w:rsidR="00401DFC" w:rsidRPr="001C0ABE" w:rsidRDefault="00401DFC" w:rsidP="00401DFC">
      <w:pPr>
        <w:tabs>
          <w:tab w:val="left" w:pos="3795"/>
        </w:tabs>
        <w:rPr>
          <w:rFonts w:ascii="Arial" w:hAnsi="Arial" w:cs="Arial"/>
          <w:sz w:val="22"/>
          <w:szCs w:val="22"/>
        </w:rPr>
      </w:pPr>
    </w:p>
    <w:p w14:paraId="03B1E742" w14:textId="77777777" w:rsidR="00401DFC" w:rsidRPr="001C0ABE" w:rsidRDefault="00401DFC" w:rsidP="00401DFC">
      <w:pPr>
        <w:tabs>
          <w:tab w:val="left" w:pos="3795"/>
        </w:tabs>
        <w:jc w:val="center"/>
        <w:rPr>
          <w:rFonts w:ascii="Arial" w:hAnsi="Arial" w:cs="Arial"/>
          <w:b/>
          <w:sz w:val="22"/>
          <w:szCs w:val="22"/>
        </w:rPr>
      </w:pPr>
      <w:r w:rsidRPr="001C0ABE">
        <w:rPr>
          <w:rFonts w:ascii="Arial" w:hAnsi="Arial" w:cs="Arial"/>
          <w:b/>
          <w:sz w:val="22"/>
          <w:szCs w:val="22"/>
        </w:rPr>
        <w:t>KRYCÍ LIST NABÍDKY</w:t>
      </w:r>
    </w:p>
    <w:p w14:paraId="5B018F6A" w14:textId="77777777" w:rsidR="00401DFC" w:rsidRPr="001C0ABE" w:rsidRDefault="00401DFC" w:rsidP="00401DFC">
      <w:pPr>
        <w:jc w:val="center"/>
        <w:rPr>
          <w:rFonts w:ascii="Arial" w:hAnsi="Arial" w:cs="Arial"/>
          <w:sz w:val="22"/>
          <w:szCs w:val="22"/>
        </w:rPr>
      </w:pPr>
    </w:p>
    <w:p w14:paraId="65E7B770" w14:textId="28B235EC" w:rsidR="00401DFC" w:rsidRPr="001C0ABE" w:rsidRDefault="00401DFC" w:rsidP="00401DFC">
      <w:pPr>
        <w:jc w:val="center"/>
        <w:rPr>
          <w:rFonts w:ascii="Arial" w:hAnsi="Arial" w:cs="Arial"/>
          <w:b/>
          <w:sz w:val="22"/>
          <w:szCs w:val="22"/>
        </w:rPr>
      </w:pPr>
      <w:r w:rsidRPr="001C0ABE">
        <w:rPr>
          <w:rFonts w:ascii="Arial" w:hAnsi="Arial" w:cs="Arial"/>
          <w:sz w:val="22"/>
          <w:szCs w:val="22"/>
        </w:rPr>
        <w:t xml:space="preserve">na veřejnou zakázku </w:t>
      </w:r>
      <w:r w:rsidRPr="001C0ABE">
        <w:rPr>
          <w:rFonts w:ascii="Arial" w:hAnsi="Arial" w:cs="Arial"/>
          <w:b/>
          <w:sz w:val="22"/>
          <w:szCs w:val="22"/>
        </w:rPr>
        <w:t>č. j. MR</w:t>
      </w:r>
      <w:r w:rsidR="002B16B7">
        <w:rPr>
          <w:rFonts w:ascii="Arial" w:hAnsi="Arial" w:cs="Arial"/>
          <w:b/>
          <w:sz w:val="22"/>
          <w:szCs w:val="22"/>
        </w:rPr>
        <w:t>8</w:t>
      </w:r>
      <w:r w:rsidRPr="001C0ABE">
        <w:rPr>
          <w:rFonts w:ascii="Arial" w:hAnsi="Arial" w:cs="Arial"/>
          <w:b/>
          <w:sz w:val="22"/>
          <w:szCs w:val="22"/>
        </w:rPr>
        <w:t>_20</w:t>
      </w:r>
      <w:r w:rsidR="002B16B7">
        <w:rPr>
          <w:rFonts w:ascii="Arial" w:hAnsi="Arial" w:cs="Arial"/>
          <w:b/>
          <w:sz w:val="22"/>
          <w:szCs w:val="22"/>
        </w:rPr>
        <w:t>26</w:t>
      </w:r>
      <w:r w:rsidRPr="001C0ABE">
        <w:rPr>
          <w:rFonts w:ascii="Arial" w:hAnsi="Arial" w:cs="Arial"/>
          <w:b/>
          <w:sz w:val="22"/>
          <w:szCs w:val="22"/>
        </w:rPr>
        <w:t xml:space="preserve"> – Poskytování </w:t>
      </w:r>
      <w:r w:rsidR="002B16B7">
        <w:rPr>
          <w:rFonts w:ascii="Arial" w:hAnsi="Arial" w:cs="Arial"/>
          <w:b/>
          <w:sz w:val="22"/>
          <w:szCs w:val="22"/>
        </w:rPr>
        <w:t xml:space="preserve">validovaných </w:t>
      </w:r>
      <w:r w:rsidRPr="001C0ABE">
        <w:rPr>
          <w:rFonts w:ascii="Arial" w:hAnsi="Arial" w:cs="Arial"/>
          <w:b/>
          <w:sz w:val="22"/>
          <w:szCs w:val="22"/>
        </w:rPr>
        <w:t>přepisů pořadů ČRo</w:t>
      </w:r>
    </w:p>
    <w:p w14:paraId="05752D0A" w14:textId="77777777" w:rsidR="00401DFC" w:rsidRPr="001C0ABE" w:rsidRDefault="00401DFC" w:rsidP="00401DFC">
      <w:pPr>
        <w:rPr>
          <w:rFonts w:ascii="Arial" w:hAnsi="Arial" w:cs="Arial"/>
          <w:sz w:val="22"/>
          <w:szCs w:val="22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0"/>
        <w:gridCol w:w="4500"/>
      </w:tblGrid>
      <w:tr w:rsidR="00401DFC" w:rsidRPr="001C0ABE" w14:paraId="6B3E063C" w14:textId="77777777" w:rsidTr="00401DFC">
        <w:trPr>
          <w:trHeight w:val="178"/>
          <w:jc w:val="center"/>
        </w:trPr>
        <w:tc>
          <w:tcPr>
            <w:tcW w:w="91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7B4D9AF1" w14:textId="77777777" w:rsidR="00401DFC" w:rsidRPr="001C0ABE" w:rsidRDefault="00401DF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C0ABE">
              <w:rPr>
                <w:rFonts w:ascii="Arial" w:hAnsi="Arial" w:cs="Arial"/>
                <w:b/>
                <w:sz w:val="22"/>
                <w:szCs w:val="22"/>
              </w:rPr>
              <w:t>Údaje o dodavateli</w:t>
            </w:r>
          </w:p>
        </w:tc>
      </w:tr>
      <w:tr w:rsidR="00401DFC" w:rsidRPr="001C0ABE" w14:paraId="3B71644B" w14:textId="77777777" w:rsidTr="00401DFC">
        <w:trPr>
          <w:trHeight w:val="635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5822136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  <w:r w:rsidRPr="001C0ABE">
              <w:rPr>
                <w:rFonts w:ascii="Arial" w:hAnsi="Arial" w:cs="Arial"/>
                <w:sz w:val="22"/>
                <w:szCs w:val="22"/>
              </w:rPr>
              <w:t>Obchodní firma nebo název</w:t>
            </w:r>
          </w:p>
          <w:p w14:paraId="2C40E05F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  <w:r w:rsidRPr="001C0ABE">
              <w:rPr>
                <w:rFonts w:ascii="Arial" w:hAnsi="Arial" w:cs="Arial"/>
                <w:sz w:val="22"/>
                <w:szCs w:val="22"/>
              </w:rPr>
              <w:t>(jméno a příjmení 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FEC687D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1DFC" w:rsidRPr="001C0ABE" w14:paraId="3987B204" w14:textId="77777777" w:rsidTr="00401DFC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82165C5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  <w:r w:rsidRPr="001C0ABE">
              <w:rPr>
                <w:rFonts w:ascii="Arial" w:hAnsi="Arial" w:cs="Arial"/>
                <w:sz w:val="22"/>
                <w:szCs w:val="22"/>
              </w:rPr>
              <w:t>Sídlo</w:t>
            </w:r>
          </w:p>
          <w:p w14:paraId="0449E5DA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  <w:r w:rsidRPr="001C0ABE">
              <w:rPr>
                <w:rFonts w:ascii="Arial" w:hAnsi="Arial" w:cs="Arial"/>
                <w:sz w:val="22"/>
                <w:szCs w:val="22"/>
              </w:rPr>
              <w:t>(jedná-li se o právnickou osobu)</w:t>
            </w:r>
          </w:p>
          <w:p w14:paraId="220380EA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  <w:r w:rsidRPr="001C0ABE">
              <w:rPr>
                <w:rFonts w:ascii="Arial" w:hAnsi="Arial" w:cs="Arial"/>
                <w:sz w:val="22"/>
                <w:szCs w:val="22"/>
              </w:rPr>
              <w:t>Místo podnikání popř. místo trvalého pobytu</w:t>
            </w:r>
          </w:p>
          <w:p w14:paraId="7B7544A1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  <w:r w:rsidRPr="001C0ABE">
              <w:rPr>
                <w:rFonts w:ascii="Arial" w:hAnsi="Arial" w:cs="Arial"/>
                <w:sz w:val="22"/>
                <w:szCs w:val="22"/>
              </w:rPr>
              <w:t>(jedná-li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CD6DA75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1DFC" w:rsidRPr="001C0ABE" w14:paraId="604BF19D" w14:textId="77777777" w:rsidTr="00401DFC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5C5126E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  <w:r w:rsidRPr="001C0ABE">
              <w:rPr>
                <w:rFonts w:ascii="Arial" w:hAnsi="Arial" w:cs="Arial"/>
                <w:sz w:val="22"/>
                <w:szCs w:val="22"/>
              </w:rPr>
              <w:t>Právní forma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460CAAC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1DFC" w:rsidRPr="001C0ABE" w14:paraId="08694202" w14:textId="77777777" w:rsidTr="00401DFC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C80F8AA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  <w:r w:rsidRPr="001C0ABE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AD0696C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1DFC" w:rsidRPr="001C0ABE" w14:paraId="772E4FE7" w14:textId="77777777" w:rsidTr="00401DFC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915FE2C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  <w:r w:rsidRPr="001C0ABE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BC4C7B5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1DFC" w:rsidRPr="001C0ABE" w14:paraId="478654D7" w14:textId="77777777" w:rsidTr="00401DFC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6BC5983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  <w:r w:rsidRPr="001C0ABE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2C2D586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1DFC" w:rsidRPr="001C0ABE" w14:paraId="5AB5EF98" w14:textId="77777777" w:rsidTr="00401DFC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77189CF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  <w:r w:rsidRPr="001C0ABE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9C08B8A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1DFC" w:rsidRPr="001C0ABE" w14:paraId="37672733" w14:textId="77777777" w:rsidTr="00401DFC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0B5787B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  <w:r w:rsidRPr="001C0ABE">
              <w:rPr>
                <w:rFonts w:ascii="Arial" w:hAnsi="Arial" w:cs="Arial"/>
                <w:sz w:val="22"/>
                <w:szCs w:val="22"/>
              </w:rPr>
              <w:t>Adresa datové schránky pro účely komunikace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CDBCD7E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1DFC" w:rsidRPr="001C0ABE" w14:paraId="7756D65E" w14:textId="77777777" w:rsidTr="00401DFC">
        <w:trPr>
          <w:trHeight w:val="446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B57B3DC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  <w:r w:rsidRPr="001C0ABE">
              <w:rPr>
                <w:rFonts w:ascii="Arial" w:hAnsi="Arial" w:cs="Arial"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E9BBAB7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1DFC" w:rsidRPr="001C0ABE" w14:paraId="1EFD6518" w14:textId="77777777" w:rsidTr="00401DFC">
        <w:trPr>
          <w:trHeight w:val="255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96AD6D2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2C02E19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  <w:r w:rsidRPr="001C0ABE">
              <w:rPr>
                <w:rFonts w:ascii="Arial" w:hAnsi="Arial" w:cs="Arial"/>
                <w:sz w:val="22"/>
                <w:szCs w:val="22"/>
              </w:rPr>
              <w:t>Informace o typu podniku (v případě právnické osoby)*</w:t>
            </w:r>
          </w:p>
          <w:p w14:paraId="51B55FEE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62E0833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1DFC" w:rsidRPr="001C0ABE" w14:paraId="22D24A8A" w14:textId="77777777" w:rsidTr="00401DFC">
        <w:trPr>
          <w:trHeight w:val="178"/>
          <w:jc w:val="center"/>
        </w:trPr>
        <w:tc>
          <w:tcPr>
            <w:tcW w:w="91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7A1C1804" w14:textId="77777777" w:rsidR="00401DFC" w:rsidRPr="001C0ABE" w:rsidRDefault="00401DF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C0ABE">
              <w:rPr>
                <w:rFonts w:ascii="Arial" w:hAnsi="Arial" w:cs="Arial"/>
                <w:b/>
                <w:sz w:val="22"/>
                <w:szCs w:val="22"/>
              </w:rPr>
              <w:t>Údaje o poddodavateli – 1)**</w:t>
            </w:r>
          </w:p>
        </w:tc>
      </w:tr>
      <w:tr w:rsidR="00401DFC" w:rsidRPr="001C0ABE" w14:paraId="0039648C" w14:textId="77777777" w:rsidTr="00401DFC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88257FC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  <w:r w:rsidRPr="001C0ABE">
              <w:rPr>
                <w:rFonts w:ascii="Arial" w:hAnsi="Arial" w:cs="Arial"/>
                <w:sz w:val="22"/>
                <w:szCs w:val="22"/>
              </w:rPr>
              <w:t>Obchodní firma nebo název</w:t>
            </w:r>
          </w:p>
          <w:p w14:paraId="3B76662B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  <w:r w:rsidRPr="001C0ABE">
              <w:rPr>
                <w:rFonts w:ascii="Arial" w:hAnsi="Arial" w:cs="Arial"/>
                <w:sz w:val="22"/>
                <w:szCs w:val="22"/>
              </w:rPr>
              <w:t>(jméno a příjmení 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83A50C5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1DFC" w:rsidRPr="001C0ABE" w14:paraId="5F76B9EF" w14:textId="77777777" w:rsidTr="00401DFC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4D2ED35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  <w:r w:rsidRPr="001C0ABE">
              <w:rPr>
                <w:rFonts w:ascii="Arial" w:hAnsi="Arial" w:cs="Arial"/>
                <w:sz w:val="22"/>
                <w:szCs w:val="22"/>
              </w:rPr>
              <w:t>Sídlo</w:t>
            </w:r>
          </w:p>
          <w:p w14:paraId="1AE2D363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  <w:r w:rsidRPr="001C0ABE">
              <w:rPr>
                <w:rFonts w:ascii="Arial" w:hAnsi="Arial" w:cs="Arial"/>
                <w:sz w:val="22"/>
                <w:szCs w:val="22"/>
              </w:rPr>
              <w:t>(jedná-li se o právnickou osobu)</w:t>
            </w:r>
          </w:p>
          <w:p w14:paraId="0AD4499F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  <w:r w:rsidRPr="001C0ABE">
              <w:rPr>
                <w:rFonts w:ascii="Arial" w:hAnsi="Arial" w:cs="Arial"/>
                <w:sz w:val="22"/>
                <w:szCs w:val="22"/>
              </w:rPr>
              <w:t>Místo podnikání popř. místo trvalého pobytu</w:t>
            </w:r>
          </w:p>
          <w:p w14:paraId="0D190546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  <w:r w:rsidRPr="001C0ABE">
              <w:rPr>
                <w:rFonts w:ascii="Arial" w:hAnsi="Arial" w:cs="Arial"/>
                <w:sz w:val="22"/>
                <w:szCs w:val="22"/>
              </w:rPr>
              <w:t>(jedná-li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3EBFDDD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1DFC" w:rsidRPr="001C0ABE" w14:paraId="63D8C72D" w14:textId="77777777" w:rsidTr="00401DFC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8C7FDEF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  <w:r w:rsidRPr="001C0ABE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B659A2E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1DFC" w:rsidRPr="001C0ABE" w14:paraId="17947398" w14:textId="77777777" w:rsidTr="00401DFC">
        <w:trPr>
          <w:trHeight w:val="1059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E5DFBD7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  <w:r w:rsidRPr="001C0ABE">
              <w:rPr>
                <w:rFonts w:ascii="Arial" w:hAnsi="Arial" w:cs="Arial"/>
                <w:sz w:val="22"/>
                <w:szCs w:val="22"/>
              </w:rPr>
              <w:t>Popis plnění poddodavatele (části zakázky)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6932F90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5233E40" w14:textId="77777777" w:rsidR="00401DFC" w:rsidRPr="001C0ABE" w:rsidRDefault="00401DFC" w:rsidP="00401DFC">
      <w:pPr>
        <w:rPr>
          <w:rFonts w:ascii="Arial" w:hAnsi="Arial" w:cs="Arial"/>
          <w:i/>
          <w:sz w:val="22"/>
          <w:szCs w:val="22"/>
        </w:rPr>
      </w:pPr>
      <w:bookmarkStart w:id="0" w:name="_Toc308696271"/>
      <w:bookmarkEnd w:id="0"/>
    </w:p>
    <w:p w14:paraId="2417E149" w14:textId="77777777" w:rsidR="00401DFC" w:rsidRPr="001C0ABE" w:rsidRDefault="00401DFC" w:rsidP="00401DFC">
      <w:pPr>
        <w:rPr>
          <w:rFonts w:ascii="Arial" w:hAnsi="Arial" w:cs="Arial"/>
          <w:i/>
          <w:sz w:val="22"/>
          <w:szCs w:val="22"/>
        </w:rPr>
      </w:pPr>
      <w:r w:rsidRPr="001C0ABE">
        <w:rPr>
          <w:rFonts w:ascii="Arial" w:hAnsi="Arial" w:cs="Arial"/>
          <w:i/>
          <w:sz w:val="22"/>
          <w:szCs w:val="22"/>
        </w:rPr>
        <w:t>* V případě, že je dodavatel právnickou osobou, uvede ve smyslu Prováděcího nařízení komise /EU/2016/7, zdali je:</w:t>
      </w:r>
    </w:p>
    <w:p w14:paraId="432A84A9" w14:textId="77777777" w:rsidR="00401DFC" w:rsidRPr="001C0ABE" w:rsidRDefault="00401DFC" w:rsidP="00401DFC">
      <w:pPr>
        <w:pStyle w:val="Odstavecseseznamem"/>
        <w:numPr>
          <w:ilvl w:val="0"/>
          <w:numId w:val="18"/>
        </w:numPr>
        <w:contextualSpacing/>
        <w:rPr>
          <w:rFonts w:ascii="Arial" w:hAnsi="Arial" w:cs="Arial"/>
          <w:i/>
          <w:sz w:val="22"/>
          <w:szCs w:val="22"/>
        </w:rPr>
      </w:pPr>
      <w:proofErr w:type="spellStart"/>
      <w:r w:rsidRPr="001C0ABE">
        <w:rPr>
          <w:rFonts w:ascii="Arial" w:hAnsi="Arial" w:cs="Arial"/>
          <w:b/>
          <w:i/>
          <w:sz w:val="22"/>
          <w:szCs w:val="22"/>
        </w:rPr>
        <w:t>mikropodnikem</w:t>
      </w:r>
      <w:proofErr w:type="spellEnd"/>
      <w:r w:rsidRPr="001C0ABE">
        <w:rPr>
          <w:rFonts w:ascii="Arial" w:hAnsi="Arial" w:cs="Arial"/>
          <w:b/>
          <w:i/>
          <w:sz w:val="22"/>
          <w:szCs w:val="22"/>
        </w:rPr>
        <w:t xml:space="preserve"> </w:t>
      </w:r>
      <w:r w:rsidRPr="001C0ABE">
        <w:rPr>
          <w:rFonts w:ascii="Arial" w:hAnsi="Arial" w:cs="Arial"/>
          <w:i/>
          <w:sz w:val="22"/>
          <w:szCs w:val="22"/>
        </w:rPr>
        <w:t>(méně než 10 zaměstnanců a roční obrat/rozvaha do 2 mil. EUR)</w:t>
      </w:r>
    </w:p>
    <w:p w14:paraId="51302AC0" w14:textId="77777777" w:rsidR="00401DFC" w:rsidRPr="001C0ABE" w:rsidRDefault="00401DFC" w:rsidP="00401DFC">
      <w:pPr>
        <w:pStyle w:val="Odstavecseseznamem"/>
        <w:numPr>
          <w:ilvl w:val="0"/>
          <w:numId w:val="18"/>
        </w:numPr>
        <w:contextualSpacing/>
        <w:rPr>
          <w:rFonts w:ascii="Arial" w:hAnsi="Arial" w:cs="Arial"/>
          <w:i/>
          <w:sz w:val="22"/>
          <w:szCs w:val="22"/>
        </w:rPr>
      </w:pPr>
      <w:r w:rsidRPr="001C0ABE">
        <w:rPr>
          <w:rFonts w:ascii="Arial" w:hAnsi="Arial" w:cs="Arial"/>
          <w:b/>
          <w:i/>
          <w:sz w:val="22"/>
          <w:szCs w:val="22"/>
        </w:rPr>
        <w:t>malým podnikem</w:t>
      </w:r>
      <w:r w:rsidRPr="001C0ABE">
        <w:rPr>
          <w:rFonts w:ascii="Arial" w:hAnsi="Arial" w:cs="Arial"/>
          <w:i/>
          <w:sz w:val="22"/>
          <w:szCs w:val="22"/>
        </w:rPr>
        <w:t xml:space="preserve"> (méně než 50 zaměstnanců a roční obrat/rozvaha do 10 mil. EUR)</w:t>
      </w:r>
    </w:p>
    <w:p w14:paraId="3FE4DC0B" w14:textId="77777777" w:rsidR="00401DFC" w:rsidRPr="001C0ABE" w:rsidRDefault="00401DFC" w:rsidP="00401DFC">
      <w:pPr>
        <w:pStyle w:val="Odstavecseseznamem"/>
        <w:numPr>
          <w:ilvl w:val="0"/>
          <w:numId w:val="18"/>
        </w:numPr>
        <w:contextualSpacing/>
        <w:rPr>
          <w:rFonts w:ascii="Arial" w:hAnsi="Arial" w:cs="Arial"/>
          <w:i/>
          <w:sz w:val="22"/>
          <w:szCs w:val="22"/>
        </w:rPr>
      </w:pPr>
      <w:r w:rsidRPr="001C0ABE">
        <w:rPr>
          <w:rFonts w:ascii="Arial" w:hAnsi="Arial" w:cs="Arial"/>
          <w:b/>
          <w:i/>
          <w:sz w:val="22"/>
          <w:szCs w:val="22"/>
        </w:rPr>
        <w:t xml:space="preserve">středním podnikem </w:t>
      </w:r>
      <w:r w:rsidRPr="001C0ABE">
        <w:rPr>
          <w:rFonts w:ascii="Arial" w:hAnsi="Arial" w:cs="Arial"/>
          <w:i/>
          <w:sz w:val="22"/>
          <w:szCs w:val="22"/>
        </w:rPr>
        <w:t>(méně než 250 zaměstnanců a roční obrat do 50 mil. EUR nebo rozvaha do 43 mil. EUR)</w:t>
      </w:r>
    </w:p>
    <w:p w14:paraId="49DA7919" w14:textId="77777777" w:rsidR="00401DFC" w:rsidRPr="001C0ABE" w:rsidRDefault="00401DFC" w:rsidP="00401DFC">
      <w:pPr>
        <w:pStyle w:val="Odstavecseseznamem"/>
        <w:numPr>
          <w:ilvl w:val="0"/>
          <w:numId w:val="18"/>
        </w:numPr>
        <w:contextualSpacing/>
        <w:rPr>
          <w:rFonts w:ascii="Arial" w:hAnsi="Arial" w:cs="Arial"/>
          <w:i/>
          <w:sz w:val="22"/>
          <w:szCs w:val="22"/>
        </w:rPr>
      </w:pPr>
      <w:r w:rsidRPr="001C0ABE">
        <w:rPr>
          <w:rFonts w:ascii="Arial" w:hAnsi="Arial" w:cs="Arial"/>
          <w:b/>
          <w:i/>
          <w:sz w:val="22"/>
          <w:szCs w:val="22"/>
        </w:rPr>
        <w:t>velkým podnikem</w:t>
      </w:r>
      <w:r w:rsidRPr="001C0ABE">
        <w:rPr>
          <w:rFonts w:ascii="Arial" w:hAnsi="Arial" w:cs="Arial"/>
          <w:i/>
          <w:sz w:val="22"/>
          <w:szCs w:val="22"/>
        </w:rPr>
        <w:t xml:space="preserve"> (pokud nesplňuje ani jednu z předchozích definic)</w:t>
      </w:r>
    </w:p>
    <w:p w14:paraId="5D648B86" w14:textId="77777777" w:rsidR="00401DFC" w:rsidRPr="001C0ABE" w:rsidRDefault="00401DFC" w:rsidP="00401DFC">
      <w:pPr>
        <w:rPr>
          <w:rFonts w:ascii="Arial" w:hAnsi="Arial" w:cs="Arial"/>
          <w:i/>
          <w:sz w:val="22"/>
          <w:szCs w:val="22"/>
        </w:rPr>
      </w:pPr>
    </w:p>
    <w:p w14:paraId="75496C8B" w14:textId="77777777" w:rsidR="00401DFC" w:rsidRPr="001C0ABE" w:rsidRDefault="00401DFC" w:rsidP="00401DFC">
      <w:pPr>
        <w:rPr>
          <w:rFonts w:ascii="Arial" w:hAnsi="Arial" w:cs="Arial"/>
          <w:i/>
          <w:sz w:val="22"/>
          <w:szCs w:val="22"/>
        </w:rPr>
      </w:pPr>
      <w:r w:rsidRPr="001C0ABE">
        <w:rPr>
          <w:rFonts w:ascii="Arial" w:hAnsi="Arial" w:cs="Arial"/>
          <w:i/>
          <w:sz w:val="22"/>
          <w:szCs w:val="22"/>
        </w:rPr>
        <w:t>** V případě více poddodavatelů přidá dodavatel do tabulky příslušné řádky.</w:t>
      </w:r>
    </w:p>
    <w:p w14:paraId="1CD5FAAC" w14:textId="77777777" w:rsidR="00401DFC" w:rsidRPr="001C0ABE" w:rsidRDefault="00401DFC" w:rsidP="00401DFC">
      <w:pPr>
        <w:rPr>
          <w:rFonts w:ascii="Arial" w:hAnsi="Arial" w:cs="Arial"/>
          <w:sz w:val="22"/>
          <w:szCs w:val="22"/>
        </w:rPr>
      </w:pPr>
    </w:p>
    <w:p w14:paraId="6EC7C5C8" w14:textId="77777777" w:rsidR="00401DFC" w:rsidRPr="001C0ABE" w:rsidRDefault="00401DFC" w:rsidP="00401DFC">
      <w:pPr>
        <w:rPr>
          <w:rFonts w:ascii="Arial" w:hAnsi="Arial" w:cs="Arial"/>
          <w:sz w:val="22"/>
          <w:szCs w:val="22"/>
          <w:u w:val="single"/>
        </w:rPr>
      </w:pPr>
    </w:p>
    <w:p w14:paraId="00FB7183" w14:textId="77777777" w:rsidR="00401DFC" w:rsidRPr="001C0ABE" w:rsidRDefault="00401DFC" w:rsidP="00401DFC">
      <w:pPr>
        <w:jc w:val="center"/>
        <w:rPr>
          <w:rFonts w:ascii="Arial" w:hAnsi="Arial" w:cs="Arial"/>
          <w:b/>
          <w:sz w:val="22"/>
          <w:szCs w:val="22"/>
        </w:rPr>
      </w:pPr>
      <w:r w:rsidRPr="001C0ABE">
        <w:rPr>
          <w:rFonts w:ascii="Arial" w:hAnsi="Arial" w:cs="Arial"/>
          <w:b/>
          <w:sz w:val="22"/>
          <w:szCs w:val="22"/>
        </w:rPr>
        <w:lastRenderedPageBreak/>
        <w:t>ČESTNÉ PROHLÁŠENÍ</w:t>
      </w:r>
    </w:p>
    <w:p w14:paraId="493E58C6" w14:textId="77777777" w:rsidR="00401DFC" w:rsidRPr="001C0ABE" w:rsidRDefault="00401DFC" w:rsidP="00401DFC">
      <w:pPr>
        <w:jc w:val="center"/>
        <w:rPr>
          <w:rFonts w:ascii="Arial" w:hAnsi="Arial" w:cs="Arial"/>
          <w:b/>
          <w:sz w:val="22"/>
          <w:szCs w:val="22"/>
        </w:rPr>
      </w:pPr>
    </w:p>
    <w:p w14:paraId="77E087E2" w14:textId="77777777" w:rsidR="00401DFC" w:rsidRPr="001C0ABE" w:rsidRDefault="00401DFC" w:rsidP="00401DFC">
      <w:pPr>
        <w:jc w:val="center"/>
        <w:rPr>
          <w:rFonts w:ascii="Arial" w:hAnsi="Arial" w:cs="Arial"/>
          <w:b/>
          <w:sz w:val="22"/>
          <w:szCs w:val="22"/>
        </w:rPr>
      </w:pPr>
      <w:r w:rsidRPr="001C0ABE">
        <w:rPr>
          <w:rFonts w:ascii="Arial" w:hAnsi="Arial" w:cs="Arial"/>
          <w:b/>
          <w:sz w:val="22"/>
          <w:szCs w:val="22"/>
        </w:rPr>
        <w:t xml:space="preserve">Čestně prohlašujeme, že </w:t>
      </w:r>
      <w:r w:rsidRPr="001C0ABE">
        <w:rPr>
          <w:rFonts w:ascii="Arial" w:hAnsi="Arial" w:cs="Arial"/>
          <w:sz w:val="22"/>
          <w:szCs w:val="22"/>
        </w:rPr>
        <w:t>[</w:t>
      </w:r>
      <w:r w:rsidRPr="001C0ABE">
        <w:rPr>
          <w:rFonts w:ascii="Arial" w:hAnsi="Arial" w:cs="Arial"/>
          <w:b/>
          <w:sz w:val="22"/>
          <w:szCs w:val="22"/>
          <w:highlight w:val="yellow"/>
        </w:rPr>
        <w:t>NAZEV PO / JMÉNO A PŘÍJMENÍ FO + IČO]</w:t>
      </w:r>
      <w:r w:rsidRPr="001C0ABE">
        <w:rPr>
          <w:rFonts w:ascii="Arial" w:hAnsi="Arial" w:cs="Arial"/>
          <w:b/>
          <w:sz w:val="22"/>
          <w:szCs w:val="22"/>
        </w:rPr>
        <w:t xml:space="preserve"> splňuje základní způsobilost jako dodavatel,</w:t>
      </w:r>
    </w:p>
    <w:p w14:paraId="7BC9DA3D" w14:textId="77777777" w:rsidR="00401DFC" w:rsidRPr="001C0ABE" w:rsidRDefault="00401DFC" w:rsidP="00401DFC">
      <w:pPr>
        <w:numPr>
          <w:ilvl w:val="0"/>
          <w:numId w:val="19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1C0ABE">
        <w:rPr>
          <w:rFonts w:ascii="Arial" w:hAnsi="Arial" w:cs="Arial"/>
          <w:sz w:val="22"/>
          <w:szCs w:val="22"/>
        </w:rPr>
        <w:t>který nebyl v zemi svého sídla v posledních 5 letech před zahájením výběrového řízení pravomocně odsouzen pro trestný čin spáchaný ve prospěch organizované zločinecké skupiny nebo trestný čin účasti na organizované zločinecké skupině, trestný čin obchodování s lidmi, trestný čin podvodu, úvěrového podvodu, dotačního podvodu, podílnictví, podílnictví z nedbalosti, legalizace výnosů z trestné činnosti, legalizace výnosů z trestné činnosti z nedbalosti, trestný čin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výkonu pravomoci orgánu veřejné moci a úřední osoby, trestné činy úředních osob, úplatkářství, jiná rušení činnosti orgánu veřejné moci nebo obdobný trestný čin podle právního řádu země sídla dodavatele, nebo došlo k zahlazení odsouzení za spáchání takového trestného činu; jde-li o 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dodavatele; účastní-li se výběrového řízení pobočka závodu zahraniční právnické osoby, musí tuto podmínku splňovat tato právnická osoba a vedoucí pobočky závodu; účastní-li se zadávacího řízení pobočka závodu české právnické osoby, musí tuto podmínku splňovat jak vedoucí pobočky závodu, tak tato právnická osoba a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dodavatele;</w:t>
      </w:r>
    </w:p>
    <w:p w14:paraId="09C66128" w14:textId="77777777" w:rsidR="00401DFC" w:rsidRPr="001C0ABE" w:rsidRDefault="00401DFC" w:rsidP="00401DFC">
      <w:pPr>
        <w:ind w:left="284"/>
        <w:jc w:val="both"/>
        <w:rPr>
          <w:rFonts w:ascii="Arial" w:hAnsi="Arial" w:cs="Arial"/>
          <w:sz w:val="22"/>
          <w:szCs w:val="22"/>
        </w:rPr>
      </w:pPr>
    </w:p>
    <w:p w14:paraId="1A89ECE9" w14:textId="77777777" w:rsidR="00401DFC" w:rsidRPr="001C0ABE" w:rsidRDefault="00401DFC" w:rsidP="00401DFC">
      <w:pPr>
        <w:numPr>
          <w:ilvl w:val="0"/>
          <w:numId w:val="19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1C0ABE">
        <w:rPr>
          <w:rFonts w:ascii="Arial" w:hAnsi="Arial" w:cs="Arial"/>
          <w:sz w:val="22"/>
          <w:szCs w:val="22"/>
        </w:rPr>
        <w:t>který ne</w:t>
      </w:r>
      <w:r w:rsidRPr="001C0ABE">
        <w:rPr>
          <w:rFonts w:ascii="Arial" w:hAnsi="Arial" w:cs="Arial"/>
          <w:color w:val="000000"/>
          <w:sz w:val="22"/>
          <w:szCs w:val="22"/>
        </w:rPr>
        <w:t>má v České republice nebo v zemi svého sídla v evidenci daní zachycen splatný daňový nedoplatek,</w:t>
      </w:r>
      <w:r w:rsidRPr="001C0ABE">
        <w:rPr>
          <w:rFonts w:ascii="Arial" w:hAnsi="Arial" w:cs="Arial"/>
          <w:sz w:val="22"/>
          <w:szCs w:val="22"/>
        </w:rPr>
        <w:t xml:space="preserve"> a to ani ve vztahu ke spotřební dani</w:t>
      </w:r>
      <w:r w:rsidRPr="001C0ABE">
        <w:rPr>
          <w:rFonts w:ascii="Arial" w:hAnsi="Arial" w:cs="Arial"/>
          <w:color w:val="000000"/>
          <w:sz w:val="22"/>
          <w:szCs w:val="22"/>
        </w:rPr>
        <w:t>;</w:t>
      </w:r>
    </w:p>
    <w:p w14:paraId="38527505" w14:textId="77777777" w:rsidR="00401DFC" w:rsidRPr="001C0ABE" w:rsidRDefault="00401DFC" w:rsidP="00401DFC">
      <w:pPr>
        <w:ind w:left="284"/>
        <w:jc w:val="both"/>
        <w:rPr>
          <w:rFonts w:ascii="Arial" w:hAnsi="Arial" w:cs="Arial"/>
          <w:sz w:val="22"/>
          <w:szCs w:val="22"/>
        </w:rPr>
      </w:pPr>
    </w:p>
    <w:p w14:paraId="4E601A81" w14:textId="77777777" w:rsidR="00401DFC" w:rsidRPr="001C0ABE" w:rsidRDefault="00401DFC" w:rsidP="00401DFC">
      <w:pPr>
        <w:numPr>
          <w:ilvl w:val="0"/>
          <w:numId w:val="19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1C0ABE">
        <w:rPr>
          <w:rFonts w:ascii="Arial" w:hAnsi="Arial" w:cs="Arial"/>
          <w:color w:val="000000"/>
          <w:sz w:val="22"/>
          <w:szCs w:val="22"/>
        </w:rPr>
        <w:t>který nemá v České republice nebo v zemi svého sídla splatný nedoplatek na pojistném nebo na penále na veřejné zdravotní pojištění;</w:t>
      </w:r>
    </w:p>
    <w:p w14:paraId="57E5B0F6" w14:textId="77777777" w:rsidR="00401DFC" w:rsidRPr="001C0ABE" w:rsidRDefault="00401DFC" w:rsidP="00401DFC">
      <w:pPr>
        <w:ind w:left="284"/>
        <w:jc w:val="both"/>
        <w:rPr>
          <w:rFonts w:ascii="Arial" w:hAnsi="Arial" w:cs="Arial"/>
          <w:sz w:val="22"/>
          <w:szCs w:val="22"/>
        </w:rPr>
      </w:pPr>
    </w:p>
    <w:p w14:paraId="21C2AF00" w14:textId="77777777" w:rsidR="00401DFC" w:rsidRPr="001C0ABE" w:rsidRDefault="00401DFC" w:rsidP="00401DFC">
      <w:pPr>
        <w:numPr>
          <w:ilvl w:val="0"/>
          <w:numId w:val="19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1C0ABE">
        <w:rPr>
          <w:rFonts w:ascii="Arial" w:hAnsi="Arial" w:cs="Arial"/>
          <w:color w:val="000000"/>
          <w:sz w:val="22"/>
          <w:szCs w:val="22"/>
        </w:rPr>
        <w:t>který nemá v České republice nebo v zemi svého sídla splatný nedoplatek na pojistném nebo na penále na sociální zabezpečení a příspěvku na státní politiku zaměstnanosti;</w:t>
      </w:r>
    </w:p>
    <w:p w14:paraId="44C0607A" w14:textId="77777777" w:rsidR="00401DFC" w:rsidRPr="001C0ABE" w:rsidRDefault="00401DFC" w:rsidP="00401DFC">
      <w:pPr>
        <w:pStyle w:val="Odstavecseseznamem"/>
        <w:rPr>
          <w:rFonts w:ascii="Arial" w:hAnsi="Arial" w:cs="Arial"/>
          <w:sz w:val="22"/>
          <w:szCs w:val="22"/>
        </w:rPr>
      </w:pPr>
    </w:p>
    <w:p w14:paraId="2341FB1E" w14:textId="77777777" w:rsidR="00401DFC" w:rsidRPr="001C0ABE" w:rsidRDefault="00401DFC" w:rsidP="00401DFC">
      <w:pPr>
        <w:numPr>
          <w:ilvl w:val="0"/>
          <w:numId w:val="19"/>
        </w:numPr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1C0ABE">
        <w:rPr>
          <w:rFonts w:ascii="Arial" w:hAnsi="Arial" w:cs="Arial"/>
          <w:color w:val="000000"/>
          <w:sz w:val="22"/>
          <w:szCs w:val="22"/>
        </w:rPr>
        <w:t>který není v likvidaci, proti němuž nebylo vydáno rozhodnutí o úpadku, vůči němuž nebyla nařízena nucená správa podle jiného právního předpisu</w:t>
      </w:r>
      <w:r w:rsidRPr="001C0ABE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1C0ABE">
        <w:rPr>
          <w:rFonts w:ascii="Arial" w:hAnsi="Arial" w:cs="Arial"/>
          <w:color w:val="000000"/>
          <w:sz w:val="22"/>
          <w:szCs w:val="22"/>
        </w:rPr>
        <w:t>nebo v obdobné situaci podle právního řádu země sídla dodavatele.</w:t>
      </w:r>
    </w:p>
    <w:p w14:paraId="05E53924" w14:textId="4FE88560" w:rsidR="00CC2410" w:rsidRDefault="00401DFC" w:rsidP="00401DFC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1C0ABE">
        <w:rPr>
          <w:rFonts w:ascii="Arial" w:hAnsi="Arial" w:cs="Arial"/>
          <w:color w:val="000000"/>
          <w:sz w:val="22"/>
          <w:szCs w:val="22"/>
        </w:rPr>
        <w:br w:type="page"/>
      </w:r>
    </w:p>
    <w:p w14:paraId="354B7CB9" w14:textId="040B5F0C" w:rsidR="00401DFC" w:rsidRPr="001C0ABE" w:rsidRDefault="00401DFC" w:rsidP="00401DFC">
      <w:pPr>
        <w:spacing w:after="1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C0ABE">
        <w:rPr>
          <w:rFonts w:ascii="Arial" w:hAnsi="Arial" w:cs="Arial"/>
          <w:b/>
          <w:sz w:val="22"/>
          <w:szCs w:val="22"/>
          <w:u w:val="single"/>
        </w:rPr>
        <w:t xml:space="preserve">TECHNICKÁ </w:t>
      </w:r>
      <w:bookmarkStart w:id="1" w:name="_GoBack"/>
      <w:r w:rsidRPr="001C0ABE">
        <w:rPr>
          <w:rFonts w:ascii="Arial" w:hAnsi="Arial" w:cs="Arial"/>
          <w:b/>
          <w:sz w:val="22"/>
          <w:szCs w:val="22"/>
          <w:u w:val="single"/>
        </w:rPr>
        <w:t xml:space="preserve">KVALIFIKACE – SEZNAM </w:t>
      </w:r>
      <w:r w:rsidR="001679F1">
        <w:rPr>
          <w:rFonts w:ascii="Arial" w:hAnsi="Arial" w:cs="Arial"/>
          <w:b/>
          <w:sz w:val="22"/>
          <w:szCs w:val="22"/>
          <w:u w:val="single"/>
        </w:rPr>
        <w:t>VÝZNAMNÝCH SLUŽEB</w:t>
      </w:r>
      <w:r w:rsidRPr="001C0ABE">
        <w:rPr>
          <w:rFonts w:ascii="Arial" w:hAnsi="Arial" w:cs="Arial"/>
          <w:b/>
          <w:sz w:val="22"/>
          <w:szCs w:val="22"/>
          <w:u w:val="single"/>
        </w:rPr>
        <w:t>:</w:t>
      </w:r>
    </w:p>
    <w:p w14:paraId="2BFCA258" w14:textId="59A2D1A4" w:rsidR="00401DFC" w:rsidRPr="001C0ABE" w:rsidRDefault="001C0ABE" w:rsidP="00401DFC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2"/>
          <w:szCs w:val="22"/>
        </w:rPr>
      </w:pPr>
      <w:r w:rsidRPr="001C0ABE">
        <w:rPr>
          <w:rFonts w:ascii="Arial" w:hAnsi="Arial" w:cs="Arial"/>
          <w:b/>
          <w:bCs/>
          <w:sz w:val="22"/>
          <w:szCs w:val="22"/>
        </w:rPr>
        <w:t xml:space="preserve">Dodavatel prokáže toto kritérium </w:t>
      </w:r>
      <w:bookmarkEnd w:id="1"/>
      <w:r w:rsidRPr="001C0ABE">
        <w:rPr>
          <w:rFonts w:ascii="Arial" w:hAnsi="Arial" w:cs="Arial"/>
          <w:b/>
          <w:bCs/>
          <w:sz w:val="22"/>
          <w:szCs w:val="22"/>
        </w:rPr>
        <w:t>technické kvalifikace, pokud</w:t>
      </w:r>
      <w:r w:rsidRPr="001C0ABE">
        <w:rPr>
          <w:rFonts w:ascii="Arial" w:hAnsi="Arial" w:cs="Arial"/>
          <w:b/>
          <w:sz w:val="22"/>
          <w:szCs w:val="22"/>
        </w:rPr>
        <w:t xml:space="preserve"> </w:t>
      </w:r>
      <w:r w:rsidRPr="001C0ABE">
        <w:rPr>
          <w:rFonts w:ascii="Arial" w:hAnsi="Arial" w:cs="Arial"/>
          <w:b/>
          <w:bCs/>
          <w:sz w:val="22"/>
          <w:szCs w:val="22"/>
        </w:rPr>
        <w:t xml:space="preserve">v posledních 3 letech realizoval </w:t>
      </w:r>
      <w:r w:rsidR="00607891">
        <w:rPr>
          <w:rFonts w:ascii="Arial" w:hAnsi="Arial" w:cs="Arial"/>
          <w:b/>
          <w:bCs/>
          <w:sz w:val="22"/>
          <w:szCs w:val="22"/>
        </w:rPr>
        <w:t>6</w:t>
      </w:r>
      <w:r w:rsidRPr="001C0ABE">
        <w:rPr>
          <w:rFonts w:ascii="Arial" w:hAnsi="Arial" w:cs="Arial"/>
          <w:b/>
          <w:bCs/>
          <w:sz w:val="22"/>
          <w:szCs w:val="22"/>
        </w:rPr>
        <w:t xml:space="preserve"> obdobných zakázek v min. hodnotě 100.000,- </w:t>
      </w:r>
      <w:r w:rsidRPr="00D93163">
        <w:rPr>
          <w:rFonts w:ascii="Arial" w:hAnsi="Arial" w:cs="Arial"/>
          <w:b/>
          <w:bCs/>
          <w:sz w:val="22"/>
          <w:szCs w:val="22"/>
        </w:rPr>
        <w:t>Kč (slovy: jedno sto tisíc korun českých) bez DPH za každou</w:t>
      </w:r>
      <w:r w:rsidRPr="001C0ABE">
        <w:rPr>
          <w:rFonts w:ascii="Arial" w:hAnsi="Arial" w:cs="Arial"/>
          <w:b/>
          <w:bCs/>
          <w:sz w:val="22"/>
          <w:szCs w:val="22"/>
        </w:rPr>
        <w:t xml:space="preserve"> takovou referenční zakázku. </w:t>
      </w:r>
      <w:r w:rsidRPr="001C0ABE">
        <w:rPr>
          <w:rFonts w:ascii="Arial" w:hAnsi="Arial" w:cs="Arial"/>
          <w:b/>
          <w:sz w:val="22"/>
          <w:szCs w:val="22"/>
        </w:rPr>
        <w:t xml:space="preserve">Obdobný druh služeb zadavatel blíže specifikuje jako poskytování validovaných </w:t>
      </w:r>
      <w:r w:rsidRPr="001C0ABE">
        <w:rPr>
          <w:rFonts w:ascii="Arial" w:hAnsi="Arial" w:cs="Arial"/>
          <w:b/>
          <w:bCs/>
          <w:sz w:val="22"/>
          <w:szCs w:val="22"/>
        </w:rPr>
        <w:t xml:space="preserve">přepisů mluveného slova. </w:t>
      </w:r>
      <w:r w:rsidR="00401DFC" w:rsidRPr="001C0ABE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3AA77C7C" w14:textId="77777777" w:rsidR="00401DFC" w:rsidRPr="001C0ABE" w:rsidRDefault="00401DFC" w:rsidP="00401DFC">
      <w:pPr>
        <w:pStyle w:val="Odstavecseseznamem"/>
        <w:rPr>
          <w:rFonts w:ascii="Arial" w:hAnsi="Arial" w:cs="Arial"/>
          <w:b/>
          <w:sz w:val="22"/>
          <w:szCs w:val="22"/>
        </w:rPr>
      </w:pPr>
      <w:r w:rsidRPr="001C0ABE">
        <w:rPr>
          <w:rFonts w:ascii="Arial" w:hAnsi="Arial" w:cs="Arial"/>
          <w:b/>
          <w:sz w:val="22"/>
          <w:szCs w:val="22"/>
        </w:rPr>
        <w:t>Referenční zakázka č. 1:</w:t>
      </w:r>
    </w:p>
    <w:p w14:paraId="465F7FC2" w14:textId="77777777" w:rsidR="00401DFC" w:rsidRPr="001C0ABE" w:rsidRDefault="00401DFC" w:rsidP="00401DFC">
      <w:pPr>
        <w:pStyle w:val="Odstavecseseznamem"/>
        <w:rPr>
          <w:rFonts w:ascii="Arial" w:hAnsi="Arial" w:cs="Arial"/>
          <w:sz w:val="22"/>
          <w:szCs w:val="22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401DFC" w:rsidRPr="001C0ABE" w14:paraId="11855737" w14:textId="77777777" w:rsidTr="00401DFC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4FFBB" w14:textId="77777777" w:rsidR="00401DFC" w:rsidRPr="001C0ABE" w:rsidRDefault="00401DF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lang w:eastAsia="en-US"/>
              </w:rPr>
              <w:t>Název subjektu, pro který byla služba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38300" w14:textId="77777777" w:rsidR="00401DFC" w:rsidRPr="001C0ABE" w:rsidRDefault="00401DFC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[</w:t>
            </w:r>
            <w:r w:rsidRPr="001C0ABE">
              <w:rPr>
                <w:rFonts w:ascii="Arial" w:hAnsi="Arial" w:cs="Arial"/>
                <w:b/>
                <w:sz w:val="22"/>
                <w:szCs w:val="22"/>
                <w:highlight w:val="yellow"/>
                <w:lang w:eastAsia="en-US"/>
              </w:rPr>
              <w:t>DOPLNIT</w:t>
            </w: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]</w:t>
            </w:r>
          </w:p>
        </w:tc>
      </w:tr>
      <w:tr w:rsidR="00401DFC" w:rsidRPr="001C0ABE" w14:paraId="1B324275" w14:textId="77777777" w:rsidTr="00401DFC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FA602" w14:textId="77777777" w:rsidR="00401DFC" w:rsidRPr="001C0ABE" w:rsidRDefault="00401DF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lang w:eastAsia="en-US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06A14" w14:textId="77777777" w:rsidR="00401DFC" w:rsidRPr="001C0ABE" w:rsidRDefault="00401DFC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[</w:t>
            </w:r>
            <w:r w:rsidRPr="001C0ABE">
              <w:rPr>
                <w:rFonts w:ascii="Arial" w:hAnsi="Arial" w:cs="Arial"/>
                <w:b/>
                <w:sz w:val="22"/>
                <w:szCs w:val="22"/>
                <w:highlight w:val="yellow"/>
                <w:lang w:eastAsia="en-US"/>
              </w:rPr>
              <w:t>DOPLNIT</w:t>
            </w: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]</w:t>
            </w:r>
          </w:p>
        </w:tc>
      </w:tr>
      <w:tr w:rsidR="00401DFC" w:rsidRPr="001C0ABE" w14:paraId="5384086B" w14:textId="77777777" w:rsidTr="00401DFC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C3707" w14:textId="77777777" w:rsidR="00401DFC" w:rsidRPr="001C0ABE" w:rsidRDefault="00401DF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lang w:eastAsia="en-US"/>
              </w:rPr>
              <w:t>Rozsah (předmět služby)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7EE0C" w14:textId="77777777" w:rsidR="00401DFC" w:rsidRPr="001C0ABE" w:rsidRDefault="00401DFC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[</w:t>
            </w:r>
            <w:r w:rsidRPr="001C0ABE">
              <w:rPr>
                <w:rFonts w:ascii="Arial" w:hAnsi="Arial" w:cs="Arial"/>
                <w:b/>
                <w:sz w:val="22"/>
                <w:szCs w:val="22"/>
                <w:highlight w:val="yellow"/>
                <w:lang w:eastAsia="en-US"/>
              </w:rPr>
              <w:t>DOPLNIT</w:t>
            </w: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]</w:t>
            </w:r>
          </w:p>
        </w:tc>
      </w:tr>
      <w:tr w:rsidR="00401DFC" w:rsidRPr="001C0ABE" w14:paraId="691FEB10" w14:textId="77777777" w:rsidTr="00401DFC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3C458" w14:textId="77777777" w:rsidR="00401DFC" w:rsidRPr="001C0ABE" w:rsidRDefault="00401DF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lang w:eastAsia="en-US"/>
              </w:rPr>
              <w:t>Finanční objem (suma) za realizovanou službu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024C8" w14:textId="77777777" w:rsidR="00401DFC" w:rsidRPr="001C0ABE" w:rsidRDefault="00401DFC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[</w:t>
            </w:r>
            <w:r w:rsidRPr="001C0ABE">
              <w:rPr>
                <w:rFonts w:ascii="Arial" w:hAnsi="Arial" w:cs="Arial"/>
                <w:b/>
                <w:sz w:val="22"/>
                <w:szCs w:val="22"/>
                <w:highlight w:val="yellow"/>
                <w:lang w:eastAsia="en-US"/>
              </w:rPr>
              <w:t>DOPLNIT</w:t>
            </w: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]</w:t>
            </w:r>
          </w:p>
        </w:tc>
      </w:tr>
      <w:tr w:rsidR="00401DFC" w:rsidRPr="001C0ABE" w14:paraId="07BC1074" w14:textId="77777777" w:rsidTr="00401DFC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9BFEC" w14:textId="77777777" w:rsidR="00401DFC" w:rsidRPr="001C0ABE" w:rsidRDefault="00401DFC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lang w:eastAsia="en-US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484EC" w14:textId="77777777" w:rsidR="00401DFC" w:rsidRPr="001C0ABE" w:rsidRDefault="00401DFC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[</w:t>
            </w:r>
            <w:r w:rsidRPr="001C0ABE">
              <w:rPr>
                <w:rFonts w:ascii="Arial" w:hAnsi="Arial" w:cs="Arial"/>
                <w:b/>
                <w:sz w:val="22"/>
                <w:szCs w:val="22"/>
                <w:highlight w:val="yellow"/>
                <w:lang w:eastAsia="en-US"/>
              </w:rPr>
              <w:t>DOPLNIT</w:t>
            </w: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]</w:t>
            </w:r>
          </w:p>
        </w:tc>
      </w:tr>
    </w:tbl>
    <w:p w14:paraId="46D98DDF" w14:textId="77777777" w:rsidR="00401DFC" w:rsidRPr="001C0ABE" w:rsidRDefault="00401DFC" w:rsidP="00607891">
      <w:pPr>
        <w:pStyle w:val="Odstavecseseznamem"/>
        <w:ind w:left="0"/>
        <w:rPr>
          <w:rFonts w:ascii="Arial" w:hAnsi="Arial" w:cs="Arial"/>
          <w:sz w:val="22"/>
          <w:szCs w:val="22"/>
        </w:rPr>
      </w:pPr>
    </w:p>
    <w:p w14:paraId="23248412" w14:textId="77777777" w:rsidR="00401DFC" w:rsidRPr="001C0ABE" w:rsidRDefault="00401DFC" w:rsidP="00401DFC">
      <w:pPr>
        <w:pStyle w:val="Odstavecseseznamem"/>
        <w:rPr>
          <w:rFonts w:ascii="Arial" w:hAnsi="Arial" w:cs="Arial"/>
          <w:b/>
          <w:sz w:val="22"/>
          <w:szCs w:val="22"/>
        </w:rPr>
      </w:pPr>
      <w:r w:rsidRPr="001C0ABE">
        <w:rPr>
          <w:rFonts w:ascii="Arial" w:hAnsi="Arial" w:cs="Arial"/>
          <w:b/>
          <w:sz w:val="22"/>
          <w:szCs w:val="22"/>
        </w:rPr>
        <w:t>Referenční zakázka č. 2:</w:t>
      </w:r>
    </w:p>
    <w:p w14:paraId="4AEB7B22" w14:textId="77777777" w:rsidR="00401DFC" w:rsidRPr="001C0ABE" w:rsidRDefault="00401DFC" w:rsidP="00401DFC">
      <w:pPr>
        <w:pStyle w:val="Odstavecseseznamem"/>
        <w:rPr>
          <w:rFonts w:ascii="Arial" w:hAnsi="Arial" w:cs="Arial"/>
          <w:sz w:val="22"/>
          <w:szCs w:val="22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401DFC" w:rsidRPr="001C0ABE" w14:paraId="3E27974D" w14:textId="77777777" w:rsidTr="00401DFC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FA3F6" w14:textId="77777777" w:rsidR="00401DFC" w:rsidRPr="001C0ABE" w:rsidRDefault="00401DF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lang w:eastAsia="en-US"/>
              </w:rPr>
              <w:t>Název subjektu, pro který byla služba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201B1" w14:textId="77777777" w:rsidR="00401DFC" w:rsidRPr="001C0ABE" w:rsidRDefault="00401DFC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[</w:t>
            </w:r>
            <w:r w:rsidRPr="001C0ABE">
              <w:rPr>
                <w:rFonts w:ascii="Arial" w:hAnsi="Arial" w:cs="Arial"/>
                <w:b/>
                <w:sz w:val="22"/>
                <w:szCs w:val="22"/>
                <w:highlight w:val="yellow"/>
                <w:lang w:eastAsia="en-US"/>
              </w:rPr>
              <w:t>DOPLNIT</w:t>
            </w: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]</w:t>
            </w:r>
          </w:p>
        </w:tc>
      </w:tr>
      <w:tr w:rsidR="00401DFC" w:rsidRPr="001C0ABE" w14:paraId="2BD9D6E8" w14:textId="77777777" w:rsidTr="00401DFC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44110" w14:textId="77777777" w:rsidR="00401DFC" w:rsidRPr="001C0ABE" w:rsidRDefault="00401DF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lang w:eastAsia="en-US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0BF5B" w14:textId="77777777" w:rsidR="00401DFC" w:rsidRPr="001C0ABE" w:rsidRDefault="00401DFC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[</w:t>
            </w:r>
            <w:r w:rsidRPr="001C0ABE">
              <w:rPr>
                <w:rFonts w:ascii="Arial" w:hAnsi="Arial" w:cs="Arial"/>
                <w:b/>
                <w:sz w:val="22"/>
                <w:szCs w:val="22"/>
                <w:highlight w:val="yellow"/>
                <w:lang w:eastAsia="en-US"/>
              </w:rPr>
              <w:t>DOPLNIT</w:t>
            </w: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]</w:t>
            </w:r>
          </w:p>
        </w:tc>
      </w:tr>
      <w:tr w:rsidR="00401DFC" w:rsidRPr="001C0ABE" w14:paraId="2F26B2C3" w14:textId="77777777" w:rsidTr="00401DFC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65BBE" w14:textId="77777777" w:rsidR="00401DFC" w:rsidRPr="001C0ABE" w:rsidRDefault="00401DF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lang w:eastAsia="en-US"/>
              </w:rPr>
              <w:t>Rozsah (předmět služby)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A8394" w14:textId="77777777" w:rsidR="00401DFC" w:rsidRPr="001C0ABE" w:rsidRDefault="00401DFC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[</w:t>
            </w:r>
            <w:r w:rsidRPr="001C0ABE">
              <w:rPr>
                <w:rFonts w:ascii="Arial" w:hAnsi="Arial" w:cs="Arial"/>
                <w:b/>
                <w:sz w:val="22"/>
                <w:szCs w:val="22"/>
                <w:highlight w:val="yellow"/>
                <w:lang w:eastAsia="en-US"/>
              </w:rPr>
              <w:t>DOPLNIT</w:t>
            </w: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]</w:t>
            </w:r>
          </w:p>
        </w:tc>
      </w:tr>
      <w:tr w:rsidR="00401DFC" w:rsidRPr="001C0ABE" w14:paraId="62C8B352" w14:textId="77777777" w:rsidTr="00401DFC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4AF30" w14:textId="77777777" w:rsidR="00401DFC" w:rsidRPr="001C0ABE" w:rsidRDefault="00401DF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lang w:eastAsia="en-US"/>
              </w:rPr>
              <w:t>Finanční objem (suma) za realizovanou službu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1C82A" w14:textId="77777777" w:rsidR="00401DFC" w:rsidRPr="001C0ABE" w:rsidRDefault="00401DFC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[</w:t>
            </w:r>
            <w:r w:rsidRPr="001C0ABE">
              <w:rPr>
                <w:rFonts w:ascii="Arial" w:hAnsi="Arial" w:cs="Arial"/>
                <w:b/>
                <w:sz w:val="22"/>
                <w:szCs w:val="22"/>
                <w:highlight w:val="yellow"/>
                <w:lang w:eastAsia="en-US"/>
              </w:rPr>
              <w:t>DOPLNIT</w:t>
            </w: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]</w:t>
            </w:r>
          </w:p>
        </w:tc>
      </w:tr>
      <w:tr w:rsidR="00401DFC" w:rsidRPr="001C0ABE" w14:paraId="6D63FF56" w14:textId="77777777" w:rsidTr="00401DFC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4363E" w14:textId="77777777" w:rsidR="00401DFC" w:rsidRPr="001C0ABE" w:rsidRDefault="00401DFC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lang w:eastAsia="en-US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1C01D" w14:textId="77777777" w:rsidR="00401DFC" w:rsidRPr="001C0ABE" w:rsidRDefault="00401DFC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[</w:t>
            </w:r>
            <w:r w:rsidRPr="001C0ABE">
              <w:rPr>
                <w:rFonts w:ascii="Arial" w:hAnsi="Arial" w:cs="Arial"/>
                <w:b/>
                <w:sz w:val="22"/>
                <w:szCs w:val="22"/>
                <w:highlight w:val="yellow"/>
                <w:lang w:eastAsia="en-US"/>
              </w:rPr>
              <w:t>DOPLNIT</w:t>
            </w: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]</w:t>
            </w:r>
          </w:p>
        </w:tc>
      </w:tr>
    </w:tbl>
    <w:p w14:paraId="3047682D" w14:textId="77777777" w:rsidR="00401DFC" w:rsidRPr="001C0ABE" w:rsidRDefault="00401DFC" w:rsidP="00401DFC">
      <w:pPr>
        <w:pStyle w:val="Odstavecseseznamem"/>
        <w:rPr>
          <w:rFonts w:ascii="Arial" w:hAnsi="Arial" w:cs="Arial"/>
          <w:sz w:val="22"/>
          <w:szCs w:val="22"/>
        </w:rPr>
      </w:pPr>
    </w:p>
    <w:p w14:paraId="3E744969" w14:textId="77777777" w:rsidR="00401DFC" w:rsidRPr="001C0ABE" w:rsidRDefault="00401DFC" w:rsidP="00401DFC">
      <w:pPr>
        <w:pStyle w:val="Odstavecseseznamem"/>
        <w:rPr>
          <w:rFonts w:ascii="Arial" w:hAnsi="Arial" w:cs="Arial"/>
          <w:b/>
          <w:sz w:val="22"/>
          <w:szCs w:val="22"/>
        </w:rPr>
      </w:pPr>
      <w:r w:rsidRPr="001C0ABE">
        <w:rPr>
          <w:rFonts w:ascii="Arial" w:hAnsi="Arial" w:cs="Arial"/>
          <w:b/>
          <w:sz w:val="22"/>
          <w:szCs w:val="22"/>
        </w:rPr>
        <w:t>Referenční zakázka č. 3:</w:t>
      </w:r>
    </w:p>
    <w:p w14:paraId="0E310A6E" w14:textId="77777777" w:rsidR="00401DFC" w:rsidRPr="001C0ABE" w:rsidRDefault="00401DFC" w:rsidP="00401DFC">
      <w:pPr>
        <w:pStyle w:val="Odstavecseseznamem"/>
        <w:rPr>
          <w:rFonts w:ascii="Arial" w:hAnsi="Arial" w:cs="Arial"/>
          <w:sz w:val="22"/>
          <w:szCs w:val="22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401DFC" w:rsidRPr="001C0ABE" w14:paraId="2F0A65B6" w14:textId="77777777" w:rsidTr="005061D5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9C3CE" w14:textId="77777777" w:rsidR="00401DFC" w:rsidRPr="001C0ABE" w:rsidRDefault="00401DFC" w:rsidP="005061D5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lang w:eastAsia="en-US"/>
              </w:rPr>
              <w:t>Název subjektu, pro který byla služba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95EE6" w14:textId="77777777" w:rsidR="00401DFC" w:rsidRPr="001C0ABE" w:rsidRDefault="00401DFC" w:rsidP="005061D5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[</w:t>
            </w:r>
            <w:r w:rsidRPr="001C0ABE">
              <w:rPr>
                <w:rFonts w:ascii="Arial" w:hAnsi="Arial" w:cs="Arial"/>
                <w:b/>
                <w:sz w:val="22"/>
                <w:szCs w:val="22"/>
                <w:highlight w:val="yellow"/>
                <w:lang w:eastAsia="en-US"/>
              </w:rPr>
              <w:t>DOPLNIT</w:t>
            </w: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]</w:t>
            </w:r>
          </w:p>
        </w:tc>
      </w:tr>
      <w:tr w:rsidR="00401DFC" w:rsidRPr="001C0ABE" w14:paraId="088D88B9" w14:textId="77777777" w:rsidTr="005061D5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CCDE2" w14:textId="77777777" w:rsidR="00401DFC" w:rsidRPr="001C0ABE" w:rsidRDefault="00401DFC" w:rsidP="005061D5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lang w:eastAsia="en-US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33DFA" w14:textId="77777777" w:rsidR="00401DFC" w:rsidRPr="001C0ABE" w:rsidRDefault="00401DFC" w:rsidP="005061D5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[</w:t>
            </w:r>
            <w:r w:rsidRPr="001C0ABE">
              <w:rPr>
                <w:rFonts w:ascii="Arial" w:hAnsi="Arial" w:cs="Arial"/>
                <w:b/>
                <w:sz w:val="22"/>
                <w:szCs w:val="22"/>
                <w:highlight w:val="yellow"/>
                <w:lang w:eastAsia="en-US"/>
              </w:rPr>
              <w:t>DOPLNIT</w:t>
            </w: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]</w:t>
            </w:r>
          </w:p>
        </w:tc>
      </w:tr>
      <w:tr w:rsidR="00401DFC" w:rsidRPr="001C0ABE" w14:paraId="51329CA8" w14:textId="77777777" w:rsidTr="005061D5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2E013" w14:textId="77777777" w:rsidR="00401DFC" w:rsidRPr="001C0ABE" w:rsidRDefault="00401DFC" w:rsidP="005061D5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lang w:eastAsia="en-US"/>
              </w:rPr>
              <w:t>Rozsah (předmět služby)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AFB97" w14:textId="77777777" w:rsidR="00401DFC" w:rsidRPr="001C0ABE" w:rsidRDefault="00401DFC" w:rsidP="005061D5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[</w:t>
            </w:r>
            <w:r w:rsidRPr="001C0ABE">
              <w:rPr>
                <w:rFonts w:ascii="Arial" w:hAnsi="Arial" w:cs="Arial"/>
                <w:b/>
                <w:sz w:val="22"/>
                <w:szCs w:val="22"/>
                <w:highlight w:val="yellow"/>
                <w:lang w:eastAsia="en-US"/>
              </w:rPr>
              <w:t>DOPLNIT</w:t>
            </w: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]</w:t>
            </w:r>
          </w:p>
        </w:tc>
      </w:tr>
      <w:tr w:rsidR="00401DFC" w:rsidRPr="001C0ABE" w14:paraId="789518CB" w14:textId="77777777" w:rsidTr="005061D5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0B9D7" w14:textId="77777777" w:rsidR="00401DFC" w:rsidRPr="001C0ABE" w:rsidRDefault="00401DFC" w:rsidP="005061D5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lang w:eastAsia="en-US"/>
              </w:rPr>
              <w:t>Finanční objem (suma) za realizovanou službu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63AA9" w14:textId="77777777" w:rsidR="00401DFC" w:rsidRPr="001C0ABE" w:rsidRDefault="00401DFC" w:rsidP="005061D5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[</w:t>
            </w:r>
            <w:r w:rsidRPr="001C0ABE">
              <w:rPr>
                <w:rFonts w:ascii="Arial" w:hAnsi="Arial" w:cs="Arial"/>
                <w:b/>
                <w:sz w:val="22"/>
                <w:szCs w:val="22"/>
                <w:highlight w:val="yellow"/>
                <w:lang w:eastAsia="en-US"/>
              </w:rPr>
              <w:t>DOPLNIT</w:t>
            </w: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]</w:t>
            </w:r>
          </w:p>
        </w:tc>
      </w:tr>
      <w:tr w:rsidR="00401DFC" w:rsidRPr="001C0ABE" w14:paraId="1D087FA0" w14:textId="77777777" w:rsidTr="005061D5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514D1" w14:textId="77777777" w:rsidR="00401DFC" w:rsidRPr="001C0ABE" w:rsidRDefault="00401DFC" w:rsidP="005061D5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lang w:eastAsia="en-US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C4D27" w14:textId="77777777" w:rsidR="00401DFC" w:rsidRPr="001C0ABE" w:rsidRDefault="00401DFC" w:rsidP="005061D5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[</w:t>
            </w:r>
            <w:r w:rsidRPr="001C0ABE">
              <w:rPr>
                <w:rFonts w:ascii="Arial" w:hAnsi="Arial" w:cs="Arial"/>
                <w:b/>
                <w:sz w:val="22"/>
                <w:szCs w:val="22"/>
                <w:highlight w:val="yellow"/>
                <w:lang w:eastAsia="en-US"/>
              </w:rPr>
              <w:t>DOPLNIT</w:t>
            </w: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]</w:t>
            </w:r>
          </w:p>
        </w:tc>
      </w:tr>
    </w:tbl>
    <w:p w14:paraId="6A14E847" w14:textId="0EC6D1FD" w:rsidR="00401DFC" w:rsidRDefault="00401DFC" w:rsidP="00401DFC">
      <w:pPr>
        <w:spacing w:after="12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C728CC8" w14:textId="518FC57F" w:rsidR="00607891" w:rsidRDefault="00607891" w:rsidP="00401DFC">
      <w:pPr>
        <w:spacing w:after="12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3988842" w14:textId="5DB00DC3" w:rsidR="00607891" w:rsidRDefault="00607891" w:rsidP="00401DFC">
      <w:pPr>
        <w:spacing w:after="12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60CDE1C" w14:textId="76B1C411" w:rsidR="00607891" w:rsidRDefault="00607891" w:rsidP="00401DFC">
      <w:pPr>
        <w:spacing w:after="12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74C37F4" w14:textId="6817BBED" w:rsidR="00607891" w:rsidRPr="001C0ABE" w:rsidRDefault="00607891" w:rsidP="00607891">
      <w:pPr>
        <w:pStyle w:val="Odstavecseseznamem"/>
        <w:rPr>
          <w:rFonts w:ascii="Arial" w:hAnsi="Arial" w:cs="Arial"/>
          <w:b/>
          <w:sz w:val="22"/>
          <w:szCs w:val="22"/>
        </w:rPr>
      </w:pPr>
      <w:r w:rsidRPr="001C0ABE">
        <w:rPr>
          <w:rFonts w:ascii="Arial" w:hAnsi="Arial" w:cs="Arial"/>
          <w:b/>
          <w:sz w:val="22"/>
          <w:szCs w:val="22"/>
        </w:rPr>
        <w:t xml:space="preserve">Referenční zakázka č. </w:t>
      </w:r>
      <w:r>
        <w:rPr>
          <w:rFonts w:ascii="Arial" w:hAnsi="Arial" w:cs="Arial"/>
          <w:b/>
          <w:sz w:val="22"/>
          <w:szCs w:val="22"/>
        </w:rPr>
        <w:t>4</w:t>
      </w:r>
      <w:r w:rsidRPr="001C0ABE">
        <w:rPr>
          <w:rFonts w:ascii="Arial" w:hAnsi="Arial" w:cs="Arial"/>
          <w:b/>
          <w:sz w:val="22"/>
          <w:szCs w:val="22"/>
        </w:rPr>
        <w:t>:</w:t>
      </w:r>
    </w:p>
    <w:p w14:paraId="720B6E65" w14:textId="77777777" w:rsidR="00607891" w:rsidRPr="001C0ABE" w:rsidRDefault="00607891" w:rsidP="00607891">
      <w:pPr>
        <w:pStyle w:val="Odstavecseseznamem"/>
        <w:rPr>
          <w:rFonts w:ascii="Arial" w:hAnsi="Arial" w:cs="Arial"/>
          <w:sz w:val="22"/>
          <w:szCs w:val="22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607891" w:rsidRPr="001C0ABE" w14:paraId="688B7700" w14:textId="77777777" w:rsidTr="00500D1F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701F7" w14:textId="77777777" w:rsidR="00607891" w:rsidRPr="001C0ABE" w:rsidRDefault="00607891" w:rsidP="00500D1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lang w:eastAsia="en-US"/>
              </w:rPr>
              <w:t>Název subjektu, pro který byla služba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34283" w14:textId="77777777" w:rsidR="00607891" w:rsidRPr="001C0ABE" w:rsidRDefault="00607891" w:rsidP="00500D1F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[</w:t>
            </w:r>
            <w:r w:rsidRPr="001C0ABE">
              <w:rPr>
                <w:rFonts w:ascii="Arial" w:hAnsi="Arial" w:cs="Arial"/>
                <w:b/>
                <w:sz w:val="22"/>
                <w:szCs w:val="22"/>
                <w:highlight w:val="yellow"/>
                <w:lang w:eastAsia="en-US"/>
              </w:rPr>
              <w:t>DOPLNIT</w:t>
            </w: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]</w:t>
            </w:r>
          </w:p>
        </w:tc>
      </w:tr>
      <w:tr w:rsidR="00607891" w:rsidRPr="001C0ABE" w14:paraId="0B910B03" w14:textId="77777777" w:rsidTr="00500D1F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12BEB" w14:textId="77777777" w:rsidR="00607891" w:rsidRPr="001C0ABE" w:rsidRDefault="00607891" w:rsidP="00500D1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lang w:eastAsia="en-US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EA5F2" w14:textId="77777777" w:rsidR="00607891" w:rsidRPr="001C0ABE" w:rsidRDefault="00607891" w:rsidP="00500D1F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[</w:t>
            </w:r>
            <w:r w:rsidRPr="001C0ABE">
              <w:rPr>
                <w:rFonts w:ascii="Arial" w:hAnsi="Arial" w:cs="Arial"/>
                <w:b/>
                <w:sz w:val="22"/>
                <w:szCs w:val="22"/>
                <w:highlight w:val="yellow"/>
                <w:lang w:eastAsia="en-US"/>
              </w:rPr>
              <w:t>DOPLNIT</w:t>
            </w: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]</w:t>
            </w:r>
          </w:p>
        </w:tc>
      </w:tr>
      <w:tr w:rsidR="00607891" w:rsidRPr="001C0ABE" w14:paraId="73B4A33B" w14:textId="77777777" w:rsidTr="00500D1F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01A40" w14:textId="77777777" w:rsidR="00607891" w:rsidRPr="001C0ABE" w:rsidRDefault="00607891" w:rsidP="00500D1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lang w:eastAsia="en-US"/>
              </w:rPr>
              <w:t>Rozsah (předmět služby)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BF0E0" w14:textId="77777777" w:rsidR="00607891" w:rsidRPr="001C0ABE" w:rsidRDefault="00607891" w:rsidP="00500D1F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[</w:t>
            </w:r>
            <w:r w:rsidRPr="001C0ABE">
              <w:rPr>
                <w:rFonts w:ascii="Arial" w:hAnsi="Arial" w:cs="Arial"/>
                <w:b/>
                <w:sz w:val="22"/>
                <w:szCs w:val="22"/>
                <w:highlight w:val="yellow"/>
                <w:lang w:eastAsia="en-US"/>
              </w:rPr>
              <w:t>DOPLNIT</w:t>
            </w: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]</w:t>
            </w:r>
          </w:p>
        </w:tc>
      </w:tr>
      <w:tr w:rsidR="00607891" w:rsidRPr="001C0ABE" w14:paraId="1534A152" w14:textId="77777777" w:rsidTr="00500D1F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6F0D0" w14:textId="77777777" w:rsidR="00607891" w:rsidRPr="001C0ABE" w:rsidRDefault="00607891" w:rsidP="00500D1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lang w:eastAsia="en-US"/>
              </w:rPr>
              <w:t>Finanční objem (suma) za realizovanou službu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1486E" w14:textId="77777777" w:rsidR="00607891" w:rsidRPr="001C0ABE" w:rsidRDefault="00607891" w:rsidP="00500D1F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[</w:t>
            </w:r>
            <w:r w:rsidRPr="001C0ABE">
              <w:rPr>
                <w:rFonts w:ascii="Arial" w:hAnsi="Arial" w:cs="Arial"/>
                <w:b/>
                <w:sz w:val="22"/>
                <w:szCs w:val="22"/>
                <w:highlight w:val="yellow"/>
                <w:lang w:eastAsia="en-US"/>
              </w:rPr>
              <w:t>DOPLNIT</w:t>
            </w: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]</w:t>
            </w:r>
          </w:p>
        </w:tc>
      </w:tr>
      <w:tr w:rsidR="00607891" w:rsidRPr="001C0ABE" w14:paraId="1805C29C" w14:textId="77777777" w:rsidTr="00500D1F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D75EC" w14:textId="77777777" w:rsidR="00607891" w:rsidRPr="001C0ABE" w:rsidRDefault="00607891" w:rsidP="00500D1F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lang w:eastAsia="en-US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19BE0" w14:textId="77777777" w:rsidR="00607891" w:rsidRPr="001C0ABE" w:rsidRDefault="00607891" w:rsidP="00500D1F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[</w:t>
            </w:r>
            <w:r w:rsidRPr="001C0ABE">
              <w:rPr>
                <w:rFonts w:ascii="Arial" w:hAnsi="Arial" w:cs="Arial"/>
                <w:b/>
                <w:sz w:val="22"/>
                <w:szCs w:val="22"/>
                <w:highlight w:val="yellow"/>
                <w:lang w:eastAsia="en-US"/>
              </w:rPr>
              <w:t>DOPLNIT</w:t>
            </w: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]</w:t>
            </w:r>
          </w:p>
        </w:tc>
      </w:tr>
    </w:tbl>
    <w:p w14:paraId="724C364D" w14:textId="77777777" w:rsidR="00607891" w:rsidRDefault="00607891" w:rsidP="00607891">
      <w:pPr>
        <w:pStyle w:val="Odstavecseseznamem"/>
        <w:rPr>
          <w:rFonts w:ascii="Arial" w:hAnsi="Arial" w:cs="Arial"/>
          <w:b/>
          <w:sz w:val="22"/>
          <w:szCs w:val="22"/>
        </w:rPr>
      </w:pPr>
    </w:p>
    <w:p w14:paraId="3007932B" w14:textId="5F45C519" w:rsidR="00607891" w:rsidRPr="001C0ABE" w:rsidRDefault="00607891" w:rsidP="00607891">
      <w:pPr>
        <w:pStyle w:val="Odstavecseseznamem"/>
        <w:rPr>
          <w:rFonts w:ascii="Arial" w:hAnsi="Arial" w:cs="Arial"/>
          <w:b/>
          <w:sz w:val="22"/>
          <w:szCs w:val="22"/>
        </w:rPr>
      </w:pPr>
      <w:r w:rsidRPr="001C0ABE">
        <w:rPr>
          <w:rFonts w:ascii="Arial" w:hAnsi="Arial" w:cs="Arial"/>
          <w:b/>
          <w:sz w:val="22"/>
          <w:szCs w:val="22"/>
        </w:rPr>
        <w:t xml:space="preserve">Referenční zakázka č. </w:t>
      </w:r>
      <w:r>
        <w:rPr>
          <w:rFonts w:ascii="Arial" w:hAnsi="Arial" w:cs="Arial"/>
          <w:b/>
          <w:sz w:val="22"/>
          <w:szCs w:val="22"/>
        </w:rPr>
        <w:t>5</w:t>
      </w:r>
      <w:r w:rsidRPr="001C0ABE">
        <w:rPr>
          <w:rFonts w:ascii="Arial" w:hAnsi="Arial" w:cs="Arial"/>
          <w:b/>
          <w:sz w:val="22"/>
          <w:szCs w:val="22"/>
        </w:rPr>
        <w:t>:</w:t>
      </w:r>
    </w:p>
    <w:p w14:paraId="2DA5B0D0" w14:textId="77777777" w:rsidR="00607891" w:rsidRPr="001C0ABE" w:rsidRDefault="00607891" w:rsidP="00607891">
      <w:pPr>
        <w:pStyle w:val="Odstavecseseznamem"/>
        <w:rPr>
          <w:rFonts w:ascii="Arial" w:hAnsi="Arial" w:cs="Arial"/>
          <w:sz w:val="22"/>
          <w:szCs w:val="22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607891" w:rsidRPr="001C0ABE" w14:paraId="04890373" w14:textId="77777777" w:rsidTr="00500D1F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CED62" w14:textId="77777777" w:rsidR="00607891" w:rsidRPr="001C0ABE" w:rsidRDefault="00607891" w:rsidP="00500D1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lang w:eastAsia="en-US"/>
              </w:rPr>
              <w:t>Název subjektu, pro který byla služba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BAFED" w14:textId="77777777" w:rsidR="00607891" w:rsidRPr="001C0ABE" w:rsidRDefault="00607891" w:rsidP="00500D1F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[</w:t>
            </w:r>
            <w:r w:rsidRPr="001C0ABE">
              <w:rPr>
                <w:rFonts w:ascii="Arial" w:hAnsi="Arial" w:cs="Arial"/>
                <w:b/>
                <w:sz w:val="22"/>
                <w:szCs w:val="22"/>
                <w:highlight w:val="yellow"/>
                <w:lang w:eastAsia="en-US"/>
              </w:rPr>
              <w:t>DOPLNIT</w:t>
            </w: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]</w:t>
            </w:r>
          </w:p>
        </w:tc>
      </w:tr>
      <w:tr w:rsidR="00607891" w:rsidRPr="001C0ABE" w14:paraId="4A13A627" w14:textId="77777777" w:rsidTr="00500D1F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5F912" w14:textId="77777777" w:rsidR="00607891" w:rsidRPr="001C0ABE" w:rsidRDefault="00607891" w:rsidP="00500D1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lang w:eastAsia="en-US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0D40C" w14:textId="77777777" w:rsidR="00607891" w:rsidRPr="001C0ABE" w:rsidRDefault="00607891" w:rsidP="00500D1F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[</w:t>
            </w:r>
            <w:r w:rsidRPr="001C0ABE">
              <w:rPr>
                <w:rFonts w:ascii="Arial" w:hAnsi="Arial" w:cs="Arial"/>
                <w:b/>
                <w:sz w:val="22"/>
                <w:szCs w:val="22"/>
                <w:highlight w:val="yellow"/>
                <w:lang w:eastAsia="en-US"/>
              </w:rPr>
              <w:t>DOPLNIT</w:t>
            </w: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]</w:t>
            </w:r>
          </w:p>
        </w:tc>
      </w:tr>
      <w:tr w:rsidR="00607891" w:rsidRPr="001C0ABE" w14:paraId="1F777BB9" w14:textId="77777777" w:rsidTr="00500D1F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9FF2E" w14:textId="77777777" w:rsidR="00607891" w:rsidRPr="001C0ABE" w:rsidRDefault="00607891" w:rsidP="00500D1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lang w:eastAsia="en-US"/>
              </w:rPr>
              <w:t>Rozsah (předmět služby)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F7FD2" w14:textId="77777777" w:rsidR="00607891" w:rsidRPr="001C0ABE" w:rsidRDefault="00607891" w:rsidP="00500D1F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[</w:t>
            </w:r>
            <w:r w:rsidRPr="001C0ABE">
              <w:rPr>
                <w:rFonts w:ascii="Arial" w:hAnsi="Arial" w:cs="Arial"/>
                <w:b/>
                <w:sz w:val="22"/>
                <w:szCs w:val="22"/>
                <w:highlight w:val="yellow"/>
                <w:lang w:eastAsia="en-US"/>
              </w:rPr>
              <w:t>DOPLNIT</w:t>
            </w: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]</w:t>
            </w:r>
          </w:p>
        </w:tc>
      </w:tr>
      <w:tr w:rsidR="00607891" w:rsidRPr="001C0ABE" w14:paraId="7F72DF16" w14:textId="77777777" w:rsidTr="00500D1F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23948" w14:textId="77777777" w:rsidR="00607891" w:rsidRPr="001C0ABE" w:rsidRDefault="00607891" w:rsidP="00500D1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lang w:eastAsia="en-US"/>
              </w:rPr>
              <w:t>Finanční objem (suma) za realizovanou službu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C472A" w14:textId="77777777" w:rsidR="00607891" w:rsidRPr="001C0ABE" w:rsidRDefault="00607891" w:rsidP="00500D1F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[</w:t>
            </w:r>
            <w:r w:rsidRPr="001C0ABE">
              <w:rPr>
                <w:rFonts w:ascii="Arial" w:hAnsi="Arial" w:cs="Arial"/>
                <w:b/>
                <w:sz w:val="22"/>
                <w:szCs w:val="22"/>
                <w:highlight w:val="yellow"/>
                <w:lang w:eastAsia="en-US"/>
              </w:rPr>
              <w:t>DOPLNIT</w:t>
            </w: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]</w:t>
            </w:r>
          </w:p>
        </w:tc>
      </w:tr>
      <w:tr w:rsidR="00607891" w:rsidRPr="001C0ABE" w14:paraId="42F23602" w14:textId="77777777" w:rsidTr="00500D1F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53E1C" w14:textId="77777777" w:rsidR="00607891" w:rsidRPr="001C0ABE" w:rsidRDefault="00607891" w:rsidP="00500D1F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lang w:eastAsia="en-US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CA066" w14:textId="77777777" w:rsidR="00607891" w:rsidRPr="001C0ABE" w:rsidRDefault="00607891" w:rsidP="00500D1F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[</w:t>
            </w:r>
            <w:r w:rsidRPr="001C0ABE">
              <w:rPr>
                <w:rFonts w:ascii="Arial" w:hAnsi="Arial" w:cs="Arial"/>
                <w:b/>
                <w:sz w:val="22"/>
                <w:szCs w:val="22"/>
                <w:highlight w:val="yellow"/>
                <w:lang w:eastAsia="en-US"/>
              </w:rPr>
              <w:t>DOPLNIT</w:t>
            </w: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]</w:t>
            </w:r>
          </w:p>
        </w:tc>
      </w:tr>
    </w:tbl>
    <w:p w14:paraId="35306FAE" w14:textId="77777777" w:rsidR="00607891" w:rsidRDefault="00607891" w:rsidP="00607891">
      <w:pPr>
        <w:pStyle w:val="Odstavecseseznamem"/>
        <w:rPr>
          <w:rFonts w:ascii="Arial" w:hAnsi="Arial" w:cs="Arial"/>
          <w:b/>
          <w:sz w:val="22"/>
          <w:szCs w:val="22"/>
        </w:rPr>
      </w:pPr>
    </w:p>
    <w:p w14:paraId="610EB31B" w14:textId="20C14DEC" w:rsidR="00607891" w:rsidRPr="001C0ABE" w:rsidRDefault="00607891" w:rsidP="00607891">
      <w:pPr>
        <w:pStyle w:val="Odstavecseseznamem"/>
        <w:rPr>
          <w:rFonts w:ascii="Arial" w:hAnsi="Arial" w:cs="Arial"/>
          <w:b/>
          <w:sz w:val="22"/>
          <w:szCs w:val="22"/>
        </w:rPr>
      </w:pPr>
      <w:r w:rsidRPr="001C0ABE">
        <w:rPr>
          <w:rFonts w:ascii="Arial" w:hAnsi="Arial" w:cs="Arial"/>
          <w:b/>
          <w:sz w:val="22"/>
          <w:szCs w:val="22"/>
        </w:rPr>
        <w:t xml:space="preserve">Referenční zakázka č. </w:t>
      </w:r>
      <w:r>
        <w:rPr>
          <w:rFonts w:ascii="Arial" w:hAnsi="Arial" w:cs="Arial"/>
          <w:b/>
          <w:sz w:val="22"/>
          <w:szCs w:val="22"/>
        </w:rPr>
        <w:t>6</w:t>
      </w:r>
      <w:r w:rsidRPr="001C0ABE">
        <w:rPr>
          <w:rFonts w:ascii="Arial" w:hAnsi="Arial" w:cs="Arial"/>
          <w:b/>
          <w:sz w:val="22"/>
          <w:szCs w:val="22"/>
        </w:rPr>
        <w:t>:</w:t>
      </w:r>
    </w:p>
    <w:p w14:paraId="0BF9FE7C" w14:textId="77777777" w:rsidR="00607891" w:rsidRPr="001C0ABE" w:rsidRDefault="00607891" w:rsidP="00607891">
      <w:pPr>
        <w:pStyle w:val="Odstavecseseznamem"/>
        <w:rPr>
          <w:rFonts w:ascii="Arial" w:hAnsi="Arial" w:cs="Arial"/>
          <w:sz w:val="22"/>
          <w:szCs w:val="22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607891" w:rsidRPr="001C0ABE" w14:paraId="38B51B1A" w14:textId="77777777" w:rsidTr="00500D1F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48F33" w14:textId="77777777" w:rsidR="00607891" w:rsidRPr="001C0ABE" w:rsidRDefault="00607891" w:rsidP="00500D1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lang w:eastAsia="en-US"/>
              </w:rPr>
              <w:t>Název subjektu, pro který byla služba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65B31" w14:textId="77777777" w:rsidR="00607891" w:rsidRPr="001C0ABE" w:rsidRDefault="00607891" w:rsidP="00500D1F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[</w:t>
            </w:r>
            <w:r w:rsidRPr="001C0ABE">
              <w:rPr>
                <w:rFonts w:ascii="Arial" w:hAnsi="Arial" w:cs="Arial"/>
                <w:b/>
                <w:sz w:val="22"/>
                <w:szCs w:val="22"/>
                <w:highlight w:val="yellow"/>
                <w:lang w:eastAsia="en-US"/>
              </w:rPr>
              <w:t>DOPLNIT</w:t>
            </w: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]</w:t>
            </w:r>
          </w:p>
        </w:tc>
      </w:tr>
      <w:tr w:rsidR="00607891" w:rsidRPr="001C0ABE" w14:paraId="0F0AA938" w14:textId="77777777" w:rsidTr="00500D1F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D860C" w14:textId="77777777" w:rsidR="00607891" w:rsidRPr="001C0ABE" w:rsidRDefault="00607891" w:rsidP="00500D1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lang w:eastAsia="en-US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C266B" w14:textId="77777777" w:rsidR="00607891" w:rsidRPr="001C0ABE" w:rsidRDefault="00607891" w:rsidP="00500D1F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[</w:t>
            </w:r>
            <w:r w:rsidRPr="001C0ABE">
              <w:rPr>
                <w:rFonts w:ascii="Arial" w:hAnsi="Arial" w:cs="Arial"/>
                <w:b/>
                <w:sz w:val="22"/>
                <w:szCs w:val="22"/>
                <w:highlight w:val="yellow"/>
                <w:lang w:eastAsia="en-US"/>
              </w:rPr>
              <w:t>DOPLNIT</w:t>
            </w: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]</w:t>
            </w:r>
          </w:p>
        </w:tc>
      </w:tr>
      <w:tr w:rsidR="00607891" w:rsidRPr="001C0ABE" w14:paraId="5FA38AE0" w14:textId="77777777" w:rsidTr="00500D1F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A94B9" w14:textId="77777777" w:rsidR="00607891" w:rsidRPr="001C0ABE" w:rsidRDefault="00607891" w:rsidP="00500D1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lang w:eastAsia="en-US"/>
              </w:rPr>
              <w:t>Rozsah (předmět služby)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84CB4" w14:textId="77777777" w:rsidR="00607891" w:rsidRPr="001C0ABE" w:rsidRDefault="00607891" w:rsidP="00500D1F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[</w:t>
            </w:r>
            <w:r w:rsidRPr="001C0ABE">
              <w:rPr>
                <w:rFonts w:ascii="Arial" w:hAnsi="Arial" w:cs="Arial"/>
                <w:b/>
                <w:sz w:val="22"/>
                <w:szCs w:val="22"/>
                <w:highlight w:val="yellow"/>
                <w:lang w:eastAsia="en-US"/>
              </w:rPr>
              <w:t>DOPLNIT</w:t>
            </w: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]</w:t>
            </w:r>
          </w:p>
        </w:tc>
      </w:tr>
      <w:tr w:rsidR="00607891" w:rsidRPr="001C0ABE" w14:paraId="15E51A94" w14:textId="77777777" w:rsidTr="00500D1F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3AC63" w14:textId="77777777" w:rsidR="00607891" w:rsidRPr="001C0ABE" w:rsidRDefault="00607891" w:rsidP="00500D1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lang w:eastAsia="en-US"/>
              </w:rPr>
              <w:t>Finanční objem (suma) za realizovanou službu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912DB" w14:textId="77777777" w:rsidR="00607891" w:rsidRPr="001C0ABE" w:rsidRDefault="00607891" w:rsidP="00500D1F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[</w:t>
            </w:r>
            <w:r w:rsidRPr="001C0ABE">
              <w:rPr>
                <w:rFonts w:ascii="Arial" w:hAnsi="Arial" w:cs="Arial"/>
                <w:b/>
                <w:sz w:val="22"/>
                <w:szCs w:val="22"/>
                <w:highlight w:val="yellow"/>
                <w:lang w:eastAsia="en-US"/>
              </w:rPr>
              <w:t>DOPLNIT</w:t>
            </w: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]</w:t>
            </w:r>
          </w:p>
        </w:tc>
      </w:tr>
      <w:tr w:rsidR="00607891" w:rsidRPr="001C0ABE" w14:paraId="03B8CE02" w14:textId="77777777" w:rsidTr="00500D1F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94A07" w14:textId="77777777" w:rsidR="00607891" w:rsidRPr="001C0ABE" w:rsidRDefault="00607891" w:rsidP="00500D1F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lang w:eastAsia="en-US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9B31A" w14:textId="77777777" w:rsidR="00607891" w:rsidRPr="001C0ABE" w:rsidRDefault="00607891" w:rsidP="00500D1F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[</w:t>
            </w:r>
            <w:r w:rsidRPr="001C0ABE">
              <w:rPr>
                <w:rFonts w:ascii="Arial" w:hAnsi="Arial" w:cs="Arial"/>
                <w:b/>
                <w:sz w:val="22"/>
                <w:szCs w:val="22"/>
                <w:highlight w:val="yellow"/>
                <w:lang w:eastAsia="en-US"/>
              </w:rPr>
              <w:t>DOPLNIT</w:t>
            </w: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]</w:t>
            </w:r>
          </w:p>
        </w:tc>
      </w:tr>
    </w:tbl>
    <w:p w14:paraId="1CBBAF99" w14:textId="77777777" w:rsidR="00607891" w:rsidRPr="001C0ABE" w:rsidRDefault="00607891" w:rsidP="00401DFC">
      <w:pPr>
        <w:spacing w:after="12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25E66CC" w14:textId="77777777" w:rsidR="00607891" w:rsidRDefault="00401DFC" w:rsidP="00401DFC">
      <w:pPr>
        <w:pStyle w:val="Odstavecseseznamem"/>
        <w:ind w:left="0"/>
        <w:rPr>
          <w:rFonts w:ascii="Arial" w:hAnsi="Arial" w:cs="Arial"/>
          <w:i/>
          <w:sz w:val="22"/>
          <w:szCs w:val="22"/>
        </w:rPr>
      </w:pPr>
      <w:r w:rsidRPr="001C0ABE">
        <w:rPr>
          <w:rFonts w:ascii="Arial" w:hAnsi="Arial" w:cs="Arial"/>
          <w:i/>
          <w:sz w:val="22"/>
          <w:szCs w:val="22"/>
        </w:rPr>
        <w:tab/>
      </w:r>
    </w:p>
    <w:p w14:paraId="1F851D03" w14:textId="57CB7580" w:rsidR="00436A0A" w:rsidRDefault="00436A0A" w:rsidP="00436A0A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33679661" w14:textId="77777777" w:rsidR="00D93163" w:rsidRDefault="00D93163" w:rsidP="00436A0A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50B6B33D" w14:textId="77777777" w:rsidR="00436A0A" w:rsidRDefault="00436A0A" w:rsidP="00436A0A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 ………………………….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p w14:paraId="41FEBD3D" w14:textId="77777777" w:rsidR="00356C80" w:rsidRPr="001C0ABE" w:rsidRDefault="00356C80" w:rsidP="00990E19">
      <w:pPr>
        <w:pStyle w:val="Odstavecseseznamem"/>
        <w:ind w:left="0"/>
        <w:rPr>
          <w:rFonts w:ascii="Arial" w:hAnsi="Arial" w:cs="Arial"/>
          <w:i/>
          <w:sz w:val="22"/>
          <w:szCs w:val="22"/>
        </w:rPr>
      </w:pPr>
    </w:p>
    <w:sectPr w:rsidR="00356C80" w:rsidRPr="001C0ABE" w:rsidSect="005A3873">
      <w:headerReference w:type="even" r:id="rId11"/>
      <w:headerReference w:type="default" r:id="rId12"/>
      <w:footerReference w:type="default" r:id="rId13"/>
      <w:headerReference w:type="first" r:id="rId14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59B1BC" w14:textId="77777777" w:rsidR="00B47073" w:rsidRDefault="00B47073">
      <w:r>
        <w:separator/>
      </w:r>
    </w:p>
  </w:endnote>
  <w:endnote w:type="continuationSeparator" w:id="0">
    <w:p w14:paraId="6CFAF224" w14:textId="77777777" w:rsidR="00B47073" w:rsidRDefault="00B47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EF2C03" w14:textId="77777777" w:rsidR="000C3ADB" w:rsidRDefault="00B47073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 w14:anchorId="2C74485A">
        <v:line id="_x0000_s2051" style="position:absolute;flip:y;z-index:1" from="0,4.35pt" to="450pt,4.35pt"/>
      </w:pict>
    </w:r>
  </w:p>
  <w:p w14:paraId="697857B0" w14:textId="77777777" w:rsidR="000C3ADB" w:rsidRPr="002D5E2E" w:rsidRDefault="007B39A9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14:paraId="48C8EAA8" w14:textId="77777777"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65F98F" w14:textId="77777777" w:rsidR="00B47073" w:rsidRDefault="00B47073">
      <w:r>
        <w:separator/>
      </w:r>
    </w:p>
  </w:footnote>
  <w:footnote w:type="continuationSeparator" w:id="0">
    <w:p w14:paraId="17F81222" w14:textId="77777777" w:rsidR="00B47073" w:rsidRDefault="00B470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5EB8F2" w14:textId="77777777" w:rsidR="000C3ADB" w:rsidRDefault="00B47073">
    <w:pPr>
      <w:pStyle w:val="Zhlav"/>
    </w:pPr>
    <w:r>
      <w:rPr>
        <w:noProof/>
      </w:rPr>
      <w:pict w14:anchorId="767165E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1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DF5D4E" w14:textId="77777777" w:rsidR="002D5E2E" w:rsidRDefault="002D5E2E">
    <w:pPr>
      <w:pStyle w:val="Zhlav"/>
    </w:pPr>
  </w:p>
  <w:p w14:paraId="030B6037" w14:textId="77777777" w:rsidR="002D5E2E" w:rsidRDefault="002D5E2E">
    <w:pPr>
      <w:pStyle w:val="Zhlav"/>
    </w:pPr>
  </w:p>
  <w:p w14:paraId="6676E084" w14:textId="77777777" w:rsidR="002D5E2E" w:rsidRDefault="002D5E2E">
    <w:pPr>
      <w:pStyle w:val="Zhlav"/>
    </w:pPr>
  </w:p>
  <w:p w14:paraId="79900D2E" w14:textId="77777777" w:rsidR="005B4337" w:rsidRDefault="00B47073">
    <w:pPr>
      <w:pStyle w:val="Zhlav"/>
    </w:pPr>
    <w:r>
      <w:rPr>
        <w:noProof/>
      </w:rPr>
      <w:pict w14:anchorId="775FACC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2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645032" w14:textId="77777777" w:rsidR="000C3ADB" w:rsidRDefault="00B47073">
    <w:pPr>
      <w:pStyle w:val="Zhlav"/>
    </w:pPr>
    <w:r>
      <w:rPr>
        <w:noProof/>
      </w:rPr>
      <w:pict w14:anchorId="04087A7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2pt;height:35.3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03288FA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74544CC4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502AEBCA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45A8BB90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A2811CE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67EC2A8C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BD028BF8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461AE590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638ED45E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A2A62B9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374216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E076A89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0D88EF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27EA897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D8408DF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A4E8EB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C72742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E11CA4C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3114176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D0070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9A8C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0E2F9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9228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3C62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D80E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78DB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9668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C608EB"/>
    <w:multiLevelType w:val="hybridMultilevel"/>
    <w:tmpl w:val="7C94C48C"/>
    <w:lvl w:ilvl="0" w:tplc="F90E58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9A2D9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26EC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32B1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62487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D8E8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CEDE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7C3A5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70DE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E26312B"/>
    <w:multiLevelType w:val="hybridMultilevel"/>
    <w:tmpl w:val="E7403870"/>
    <w:lvl w:ilvl="0" w:tplc="F85694EE">
      <w:start w:val="1"/>
      <w:numFmt w:val="lowerLetter"/>
      <w:lvlText w:val="%1)"/>
      <w:lvlJc w:val="left"/>
      <w:pPr>
        <w:ind w:left="644" w:hanging="360"/>
      </w:pPr>
    </w:lvl>
    <w:lvl w:ilvl="1" w:tplc="EFFC41EE" w:tentative="1">
      <w:start w:val="1"/>
      <w:numFmt w:val="lowerLetter"/>
      <w:lvlText w:val="%2."/>
      <w:lvlJc w:val="left"/>
      <w:pPr>
        <w:ind w:left="1364" w:hanging="360"/>
      </w:pPr>
    </w:lvl>
    <w:lvl w:ilvl="2" w:tplc="DAD2535E" w:tentative="1">
      <w:start w:val="1"/>
      <w:numFmt w:val="lowerRoman"/>
      <w:lvlText w:val="%3."/>
      <w:lvlJc w:val="right"/>
      <w:pPr>
        <w:ind w:left="2084" w:hanging="180"/>
      </w:pPr>
    </w:lvl>
    <w:lvl w:ilvl="3" w:tplc="D8885B38" w:tentative="1">
      <w:start w:val="1"/>
      <w:numFmt w:val="decimal"/>
      <w:lvlText w:val="%4."/>
      <w:lvlJc w:val="left"/>
      <w:pPr>
        <w:ind w:left="2804" w:hanging="360"/>
      </w:pPr>
    </w:lvl>
    <w:lvl w:ilvl="4" w:tplc="FE50FC3C" w:tentative="1">
      <w:start w:val="1"/>
      <w:numFmt w:val="lowerLetter"/>
      <w:lvlText w:val="%5."/>
      <w:lvlJc w:val="left"/>
      <w:pPr>
        <w:ind w:left="3524" w:hanging="360"/>
      </w:pPr>
    </w:lvl>
    <w:lvl w:ilvl="5" w:tplc="4090495E" w:tentative="1">
      <w:start w:val="1"/>
      <w:numFmt w:val="lowerRoman"/>
      <w:lvlText w:val="%6."/>
      <w:lvlJc w:val="right"/>
      <w:pPr>
        <w:ind w:left="4244" w:hanging="180"/>
      </w:pPr>
    </w:lvl>
    <w:lvl w:ilvl="6" w:tplc="0D18BD3C" w:tentative="1">
      <w:start w:val="1"/>
      <w:numFmt w:val="decimal"/>
      <w:lvlText w:val="%7."/>
      <w:lvlJc w:val="left"/>
      <w:pPr>
        <w:ind w:left="4964" w:hanging="360"/>
      </w:pPr>
    </w:lvl>
    <w:lvl w:ilvl="7" w:tplc="493AA93A" w:tentative="1">
      <w:start w:val="1"/>
      <w:numFmt w:val="lowerLetter"/>
      <w:lvlText w:val="%8."/>
      <w:lvlJc w:val="left"/>
      <w:pPr>
        <w:ind w:left="5684" w:hanging="360"/>
      </w:pPr>
    </w:lvl>
    <w:lvl w:ilvl="8" w:tplc="BC6C1F5E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E7F09A1"/>
    <w:multiLevelType w:val="hybridMultilevel"/>
    <w:tmpl w:val="52F85684"/>
    <w:lvl w:ilvl="0" w:tplc="45CADD0E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F076833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36ED4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325E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7470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6884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0B4CD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CAD3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2C0F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B151AA"/>
    <w:multiLevelType w:val="hybridMultilevel"/>
    <w:tmpl w:val="F12EF352"/>
    <w:lvl w:ilvl="0" w:tplc="9172471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1AA9F4A" w:tentative="1">
      <w:start w:val="1"/>
      <w:numFmt w:val="lowerLetter"/>
      <w:lvlText w:val="%2."/>
      <w:lvlJc w:val="left"/>
      <w:pPr>
        <w:ind w:left="1440" w:hanging="360"/>
      </w:pPr>
    </w:lvl>
    <w:lvl w:ilvl="2" w:tplc="4798E1E6" w:tentative="1">
      <w:start w:val="1"/>
      <w:numFmt w:val="lowerRoman"/>
      <w:lvlText w:val="%3."/>
      <w:lvlJc w:val="right"/>
      <w:pPr>
        <w:ind w:left="2160" w:hanging="180"/>
      </w:pPr>
    </w:lvl>
    <w:lvl w:ilvl="3" w:tplc="C316ACB4" w:tentative="1">
      <w:start w:val="1"/>
      <w:numFmt w:val="decimal"/>
      <w:lvlText w:val="%4."/>
      <w:lvlJc w:val="left"/>
      <w:pPr>
        <w:ind w:left="2880" w:hanging="360"/>
      </w:pPr>
    </w:lvl>
    <w:lvl w:ilvl="4" w:tplc="E084E986" w:tentative="1">
      <w:start w:val="1"/>
      <w:numFmt w:val="lowerLetter"/>
      <w:lvlText w:val="%5."/>
      <w:lvlJc w:val="left"/>
      <w:pPr>
        <w:ind w:left="3600" w:hanging="360"/>
      </w:pPr>
    </w:lvl>
    <w:lvl w:ilvl="5" w:tplc="7794DF4C" w:tentative="1">
      <w:start w:val="1"/>
      <w:numFmt w:val="lowerRoman"/>
      <w:lvlText w:val="%6."/>
      <w:lvlJc w:val="right"/>
      <w:pPr>
        <w:ind w:left="4320" w:hanging="180"/>
      </w:pPr>
    </w:lvl>
    <w:lvl w:ilvl="6" w:tplc="F5F0808C" w:tentative="1">
      <w:start w:val="1"/>
      <w:numFmt w:val="decimal"/>
      <w:lvlText w:val="%7."/>
      <w:lvlJc w:val="left"/>
      <w:pPr>
        <w:ind w:left="5040" w:hanging="360"/>
      </w:pPr>
    </w:lvl>
    <w:lvl w:ilvl="7" w:tplc="DAC2D430" w:tentative="1">
      <w:start w:val="1"/>
      <w:numFmt w:val="lowerLetter"/>
      <w:lvlText w:val="%8."/>
      <w:lvlJc w:val="left"/>
      <w:pPr>
        <w:ind w:left="5760" w:hanging="360"/>
      </w:pPr>
    </w:lvl>
    <w:lvl w:ilvl="8" w:tplc="E04C68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46016C"/>
    <w:multiLevelType w:val="hybridMultilevel"/>
    <w:tmpl w:val="794246BA"/>
    <w:lvl w:ilvl="0" w:tplc="451A62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96BB6C">
      <w:start w:val="1"/>
      <w:numFmt w:val="lowerLetter"/>
      <w:lvlText w:val="%2."/>
      <w:lvlJc w:val="left"/>
      <w:pPr>
        <w:ind w:left="1440" w:hanging="360"/>
      </w:pPr>
    </w:lvl>
    <w:lvl w:ilvl="2" w:tplc="99E45CAE">
      <w:start w:val="1"/>
      <w:numFmt w:val="lowerRoman"/>
      <w:lvlText w:val="%3."/>
      <w:lvlJc w:val="right"/>
      <w:pPr>
        <w:ind w:left="2160" w:hanging="180"/>
      </w:pPr>
    </w:lvl>
    <w:lvl w:ilvl="3" w:tplc="0330A0B8">
      <w:start w:val="1"/>
      <w:numFmt w:val="decimal"/>
      <w:lvlText w:val="%4."/>
      <w:lvlJc w:val="left"/>
      <w:pPr>
        <w:ind w:left="2880" w:hanging="360"/>
      </w:pPr>
    </w:lvl>
    <w:lvl w:ilvl="4" w:tplc="3F10D114">
      <w:start w:val="1"/>
      <w:numFmt w:val="lowerLetter"/>
      <w:lvlText w:val="%5."/>
      <w:lvlJc w:val="left"/>
      <w:pPr>
        <w:ind w:left="3600" w:hanging="360"/>
      </w:pPr>
    </w:lvl>
    <w:lvl w:ilvl="5" w:tplc="68669376">
      <w:start w:val="1"/>
      <w:numFmt w:val="lowerRoman"/>
      <w:lvlText w:val="%6."/>
      <w:lvlJc w:val="right"/>
      <w:pPr>
        <w:ind w:left="4320" w:hanging="180"/>
      </w:pPr>
    </w:lvl>
    <w:lvl w:ilvl="6" w:tplc="94CA99E2">
      <w:start w:val="1"/>
      <w:numFmt w:val="decimal"/>
      <w:lvlText w:val="%7."/>
      <w:lvlJc w:val="left"/>
      <w:pPr>
        <w:ind w:left="5040" w:hanging="360"/>
      </w:pPr>
    </w:lvl>
    <w:lvl w:ilvl="7" w:tplc="0568DA02">
      <w:start w:val="1"/>
      <w:numFmt w:val="lowerLetter"/>
      <w:lvlText w:val="%8."/>
      <w:lvlJc w:val="left"/>
      <w:pPr>
        <w:ind w:left="5760" w:hanging="360"/>
      </w:pPr>
    </w:lvl>
    <w:lvl w:ilvl="8" w:tplc="217606EE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DD71A6"/>
    <w:multiLevelType w:val="hybridMultilevel"/>
    <w:tmpl w:val="9BE89DD4"/>
    <w:lvl w:ilvl="0" w:tplc="2B2EF898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995E1E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1CC131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BCA1C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0BE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AC9C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EFE42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827C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B8F9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A6043B"/>
    <w:multiLevelType w:val="hybridMultilevel"/>
    <w:tmpl w:val="10F631F8"/>
    <w:lvl w:ilvl="0" w:tplc="771046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5F0831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E6B07F9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22E2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8075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E815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6789A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D048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E84DD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5C9B7169"/>
    <w:multiLevelType w:val="hybridMultilevel"/>
    <w:tmpl w:val="2CE6DA40"/>
    <w:lvl w:ilvl="0" w:tplc="E152BA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9247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564C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F024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22048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AEAC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88A8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5E55F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9F645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420D65"/>
    <w:multiLevelType w:val="hybridMultilevel"/>
    <w:tmpl w:val="8E9C841C"/>
    <w:lvl w:ilvl="0" w:tplc="CC243C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DE6E2BC" w:tentative="1">
      <w:start w:val="1"/>
      <w:numFmt w:val="lowerLetter"/>
      <w:lvlText w:val="%2."/>
      <w:lvlJc w:val="left"/>
      <w:pPr>
        <w:ind w:left="1440" w:hanging="360"/>
      </w:pPr>
    </w:lvl>
    <w:lvl w:ilvl="2" w:tplc="D57451BE" w:tentative="1">
      <w:start w:val="1"/>
      <w:numFmt w:val="lowerRoman"/>
      <w:lvlText w:val="%3."/>
      <w:lvlJc w:val="right"/>
      <w:pPr>
        <w:ind w:left="2160" w:hanging="180"/>
      </w:pPr>
    </w:lvl>
    <w:lvl w:ilvl="3" w:tplc="7C24FDB4" w:tentative="1">
      <w:start w:val="1"/>
      <w:numFmt w:val="decimal"/>
      <w:lvlText w:val="%4."/>
      <w:lvlJc w:val="left"/>
      <w:pPr>
        <w:ind w:left="2880" w:hanging="360"/>
      </w:pPr>
    </w:lvl>
    <w:lvl w:ilvl="4" w:tplc="901620AE" w:tentative="1">
      <w:start w:val="1"/>
      <w:numFmt w:val="lowerLetter"/>
      <w:lvlText w:val="%5."/>
      <w:lvlJc w:val="left"/>
      <w:pPr>
        <w:ind w:left="3600" w:hanging="360"/>
      </w:pPr>
    </w:lvl>
    <w:lvl w:ilvl="5" w:tplc="0AA224D0" w:tentative="1">
      <w:start w:val="1"/>
      <w:numFmt w:val="lowerRoman"/>
      <w:lvlText w:val="%6."/>
      <w:lvlJc w:val="right"/>
      <w:pPr>
        <w:ind w:left="4320" w:hanging="180"/>
      </w:pPr>
    </w:lvl>
    <w:lvl w:ilvl="6" w:tplc="AE1E6576" w:tentative="1">
      <w:start w:val="1"/>
      <w:numFmt w:val="decimal"/>
      <w:lvlText w:val="%7."/>
      <w:lvlJc w:val="left"/>
      <w:pPr>
        <w:ind w:left="5040" w:hanging="360"/>
      </w:pPr>
    </w:lvl>
    <w:lvl w:ilvl="7" w:tplc="F1525FD6" w:tentative="1">
      <w:start w:val="1"/>
      <w:numFmt w:val="lowerLetter"/>
      <w:lvlText w:val="%8."/>
      <w:lvlJc w:val="left"/>
      <w:pPr>
        <w:ind w:left="5760" w:hanging="360"/>
      </w:pPr>
    </w:lvl>
    <w:lvl w:ilvl="8" w:tplc="08E228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27340A"/>
    <w:multiLevelType w:val="hybridMultilevel"/>
    <w:tmpl w:val="412473CA"/>
    <w:lvl w:ilvl="0" w:tplc="BC9C5A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D0F1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72A1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7C98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766A5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1A52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BE8D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62115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14D9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2920B9"/>
    <w:multiLevelType w:val="hybridMultilevel"/>
    <w:tmpl w:val="16F87D7E"/>
    <w:lvl w:ilvl="0" w:tplc="C4EE5AF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CE68C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E0E9B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3EA41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DCB1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6F4BF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F29B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E6FE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896BD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E07468"/>
    <w:multiLevelType w:val="hybridMultilevel"/>
    <w:tmpl w:val="F216EE0A"/>
    <w:lvl w:ilvl="0" w:tplc="F0B0536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A4583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FDA390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1A8CB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6815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0A9C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CED4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7F8BC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7832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F0C3D30"/>
    <w:multiLevelType w:val="hybridMultilevel"/>
    <w:tmpl w:val="0FC680EE"/>
    <w:lvl w:ilvl="0" w:tplc="1E1EC9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E274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FA9C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34DE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4400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7602C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708B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F068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B0F7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6"/>
  </w:num>
  <w:num w:numId="4">
    <w:abstractNumId w:val="15"/>
  </w:num>
  <w:num w:numId="5">
    <w:abstractNumId w:val="4"/>
  </w:num>
  <w:num w:numId="6">
    <w:abstractNumId w:val="2"/>
  </w:num>
  <w:num w:numId="7">
    <w:abstractNumId w:val="6"/>
  </w:num>
  <w:num w:numId="8">
    <w:abstractNumId w:val="10"/>
  </w:num>
  <w:num w:numId="9">
    <w:abstractNumId w:val="11"/>
  </w:num>
  <w:num w:numId="10">
    <w:abstractNumId w:val="9"/>
  </w:num>
  <w:num w:numId="11">
    <w:abstractNumId w:val="13"/>
  </w:num>
  <w:num w:numId="12">
    <w:abstractNumId w:val="7"/>
  </w:num>
  <w:num w:numId="13">
    <w:abstractNumId w:val="17"/>
  </w:num>
  <w:num w:numId="14">
    <w:abstractNumId w:val="5"/>
  </w:num>
  <w:num w:numId="15">
    <w:abstractNumId w:val="14"/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3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679F1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5E0F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0AB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64B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16B7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9CD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6C80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645E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1DFC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0A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482A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4B84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A7D70"/>
    <w:rsid w:val="005B0356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891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0E86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456F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0AA4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39A9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409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3561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2C08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0E19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3C6D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394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2601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834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0A56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073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4F7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468E9"/>
    <w:rsid w:val="00C50701"/>
    <w:rsid w:val="00C50958"/>
    <w:rsid w:val="00C50B00"/>
    <w:rsid w:val="00C51C5A"/>
    <w:rsid w:val="00C530D1"/>
    <w:rsid w:val="00C5405A"/>
    <w:rsid w:val="00C548F1"/>
    <w:rsid w:val="00C554E6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41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171E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061E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163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7D5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9B1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2A8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1A39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0F7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343"/>
    <w:rsid w:val="00F374EE"/>
    <w:rsid w:val="00F42CCF"/>
    <w:rsid w:val="00F4332B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A6A43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4C24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78AB53E5"/>
  <w15:docId w15:val="{891F50D4-6017-4B14-ABF5-952D8FB0E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HTML Variable" w:uiPriority="99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aliases w:val="Bullet List,Bullet Number,Heading2,List Paragraph1,Nad,Název grafu,Odrazky,Odrážky,Odstavec cíl se seznamem,Odstavec se seznamem1,Odstavec se seznamem5,Odstavec_muj,Puce,Use Case List Paragraph,_Odstavec se seznamem,lp1,nad 1"/>
    <w:basedOn w:val="Normln"/>
    <w:link w:val="OdstavecseseznamemChar"/>
    <w:uiPriority w:val="34"/>
    <w:qFormat/>
    <w:rsid w:val="00B17289"/>
    <w:pPr>
      <w:ind w:left="708"/>
    </w:pPr>
  </w:style>
  <w:style w:type="character" w:customStyle="1" w:styleId="OdstavecseseznamemChar">
    <w:name w:val="Odstavec se seznamem Char"/>
    <w:aliases w:val="Bullet List Char,Bullet Number Char,Heading2 Char,List Paragraph1 Char,Nad Char,Název grafu Char,Odrazky Char,Odrážky Char,Odstavec cíl se seznamem Char,Odstavec se seznamem1 Char,Odstavec se seznamem5 Char,Odstavec_muj Char"/>
    <w:link w:val="Odstavecseseznamem"/>
    <w:uiPriority w:val="34"/>
    <w:qFormat/>
    <w:locked/>
    <w:rsid w:val="00356C80"/>
    <w:rPr>
      <w:sz w:val="24"/>
      <w:szCs w:val="24"/>
    </w:rPr>
  </w:style>
  <w:style w:type="character" w:customStyle="1" w:styleId="TextkomenteChar">
    <w:name w:val="Text komentáře Char"/>
    <w:link w:val="Textkomente"/>
    <w:semiHidden/>
    <w:rsid w:val="00F433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01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355D1BE-C20B-4D7E-BF45-9E618A2A1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61</TotalTime>
  <Pages>1</Pages>
  <Words>967</Words>
  <Characters>5709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6663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Stantić Kateřina</cp:lastModifiedBy>
  <cp:revision>32</cp:revision>
  <cp:lastPrinted>2014-10-07T12:22:00Z</cp:lastPrinted>
  <dcterms:created xsi:type="dcterms:W3CDTF">2016-10-21T12:51:00Z</dcterms:created>
  <dcterms:modified xsi:type="dcterms:W3CDTF">2026-02-13T09:20:00Z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